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2D" w:rsidRPr="00D10510" w:rsidRDefault="009F702D" w:rsidP="009F702D">
      <w:pPr>
        <w:overflowPunct/>
        <w:autoSpaceDE/>
        <w:autoSpaceDN/>
        <w:adjustRightInd/>
        <w:jc w:val="both"/>
        <w:textAlignment w:val="auto"/>
        <w:rPr>
          <w:rFonts w:ascii="Times" w:hAnsi="Times" w:cs="Times"/>
          <w:b/>
          <w:bCs/>
          <w:smallCaps/>
          <w:color w:val="000000"/>
          <w:sz w:val="14"/>
          <w:szCs w:val="24"/>
        </w:rPr>
      </w:pPr>
    </w:p>
    <w:p w:rsidR="009F702D" w:rsidRDefault="009F702D" w:rsidP="009F702D">
      <w:pPr>
        <w:overflowPunct/>
        <w:autoSpaceDE/>
        <w:autoSpaceDN/>
        <w:adjustRightInd/>
        <w:jc w:val="both"/>
        <w:textAlignment w:val="auto"/>
        <w:rPr>
          <w:rFonts w:ascii="Times" w:hAnsi="Times" w:cs="Times"/>
          <w:b/>
          <w:bCs/>
          <w:smallCaps/>
          <w:color w:val="000000"/>
          <w:sz w:val="24"/>
          <w:szCs w:val="24"/>
        </w:rPr>
      </w:pPr>
      <w:r>
        <w:rPr>
          <w:rFonts w:ascii="Times" w:hAnsi="Times" w:cs="Times"/>
          <w:b/>
          <w:bCs/>
          <w:smallCap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All’u.o. a.l.p.i.</w:t>
      </w:r>
    </w:p>
    <w:p w:rsidR="009F702D" w:rsidRPr="009F702D" w:rsidRDefault="009F702D" w:rsidP="009F702D">
      <w:pPr>
        <w:overflowPunct/>
        <w:autoSpaceDE/>
        <w:autoSpaceDN/>
        <w:adjustRightInd/>
        <w:ind w:left="5760" w:firstLine="720"/>
        <w:jc w:val="both"/>
        <w:textAlignment w:val="auto"/>
        <w:rPr>
          <w:rStyle w:val="Enfasicorsivo"/>
          <w:i w:val="0"/>
        </w:rPr>
      </w:pPr>
      <w:r w:rsidRPr="009F702D">
        <w:rPr>
          <w:rStyle w:val="Enfasicorsivo"/>
          <w:i w:val="0"/>
        </w:rPr>
        <w:t>alpi@ausl.pe.it</w:t>
      </w:r>
    </w:p>
    <w:p w:rsidR="009F702D" w:rsidRDefault="009F702D" w:rsidP="009F702D">
      <w:pPr>
        <w:overflowPunct/>
        <w:autoSpaceDE/>
        <w:autoSpaceDN/>
        <w:adjustRightInd/>
        <w:jc w:val="both"/>
        <w:textAlignment w:val="auto"/>
        <w:rPr>
          <w:rFonts w:ascii="Times" w:hAnsi="Times" w:cs="Times"/>
          <w:b/>
          <w:bCs/>
          <w:smallCaps/>
          <w:color w:val="000000"/>
          <w:sz w:val="24"/>
          <w:szCs w:val="24"/>
        </w:rPr>
      </w:pPr>
    </w:p>
    <w:p w:rsidR="00D10510" w:rsidRDefault="00D10510" w:rsidP="009F702D">
      <w:pPr>
        <w:overflowPunct/>
        <w:autoSpaceDE/>
        <w:autoSpaceDN/>
        <w:adjustRightInd/>
        <w:jc w:val="both"/>
        <w:textAlignment w:val="auto"/>
        <w:rPr>
          <w:rFonts w:ascii="Times" w:hAnsi="Times" w:cs="Times"/>
          <w:b/>
          <w:bCs/>
          <w:smallCaps/>
          <w:color w:val="000000"/>
          <w:sz w:val="24"/>
          <w:szCs w:val="24"/>
        </w:rPr>
      </w:pPr>
    </w:p>
    <w:p w:rsidR="009F702D" w:rsidRDefault="009F702D" w:rsidP="009F702D">
      <w:pPr>
        <w:overflowPunct/>
        <w:autoSpaceDE/>
        <w:autoSpaceDN/>
        <w:adjustRightInd/>
        <w:jc w:val="both"/>
        <w:textAlignment w:val="auto"/>
        <w:rPr>
          <w:rFonts w:ascii="Times" w:hAnsi="Times" w:cs="Times"/>
          <w:b/>
          <w:bCs/>
          <w:smallCaps/>
          <w:color w:val="000000"/>
          <w:sz w:val="24"/>
          <w:szCs w:val="24"/>
        </w:rPr>
      </w:pPr>
      <w:r>
        <w:rPr>
          <w:rFonts w:ascii="Times" w:hAnsi="Times" w:cs="Times"/>
          <w:b/>
          <w:bCs/>
          <w:smallCaps/>
          <w:color w:val="000000"/>
          <w:sz w:val="24"/>
          <w:szCs w:val="24"/>
        </w:rPr>
        <w:t xml:space="preserve">SCHEDA DI VALUTAZIONE DELLA </w:t>
      </w:r>
      <w:r w:rsidRPr="009F702D">
        <w:rPr>
          <w:rFonts w:ascii="Times" w:hAnsi="Times" w:cs="Times"/>
          <w:b/>
          <w:bCs/>
          <w:smallCaps/>
          <w:color w:val="000000"/>
          <w:sz w:val="24"/>
          <w:szCs w:val="24"/>
        </w:rPr>
        <w:t>DOMANDA DI PARTECIPAZ</w:t>
      </w:r>
      <w:r w:rsidR="00423510">
        <w:rPr>
          <w:rFonts w:ascii="Times" w:hAnsi="Times" w:cs="Times"/>
          <w:b/>
          <w:bCs/>
          <w:smallCaps/>
          <w:color w:val="000000"/>
          <w:sz w:val="24"/>
          <w:szCs w:val="24"/>
        </w:rPr>
        <w:t xml:space="preserve">IONE ALLA LIBERA PROFESSIONE </w:t>
      </w:r>
      <w:r w:rsidRPr="009F702D">
        <w:rPr>
          <w:rFonts w:ascii="Times" w:hAnsi="Times" w:cs="Times"/>
          <w:b/>
          <w:bCs/>
          <w:smallCaps/>
          <w:color w:val="000000"/>
          <w:sz w:val="24"/>
          <w:szCs w:val="24"/>
        </w:rPr>
        <w:t>INTRAMURA</w:t>
      </w:r>
      <w:r w:rsidRPr="009F702D">
        <w:rPr>
          <w:rFonts w:ascii="Times" w:hAnsi="Times" w:cs="Times"/>
          <w:b/>
          <w:bCs/>
          <w:smallCaps/>
          <w:color w:val="000000"/>
          <w:sz w:val="28"/>
          <w:szCs w:val="28"/>
        </w:rPr>
        <w:t>ria</w:t>
      </w:r>
      <w:r w:rsidRPr="009F702D">
        <w:rPr>
          <w:rFonts w:ascii="Times" w:hAnsi="Times" w:cs="Times"/>
          <w:b/>
          <w:bCs/>
          <w:smallCaps/>
          <w:color w:val="000000"/>
          <w:sz w:val="24"/>
          <w:szCs w:val="24"/>
        </w:rPr>
        <w:t xml:space="preserve"> IN QUALITA’ DI PERSONALE DI SUPPORTO DIRETTO</w:t>
      </w:r>
      <w:r>
        <w:rPr>
          <w:rFonts w:ascii="Times" w:hAnsi="Times" w:cs="Times"/>
          <w:b/>
          <w:bCs/>
          <w:smallCaps/>
          <w:color w:val="000000"/>
          <w:sz w:val="24"/>
          <w:szCs w:val="24"/>
        </w:rPr>
        <w:t xml:space="preserve"> RELATIVA AL DIPENDENTE</w:t>
      </w:r>
      <w:r w:rsidR="00D10510">
        <w:rPr>
          <w:rFonts w:ascii="Times" w:hAnsi="Times" w:cs="Times"/>
          <w:b/>
          <w:bCs/>
          <w:smallCaps/>
          <w:color w:val="000000"/>
          <w:sz w:val="24"/>
          <w:szCs w:val="24"/>
        </w:rPr>
        <w:t xml:space="preserve"> </w:t>
      </w:r>
      <w:r>
        <w:rPr>
          <w:rFonts w:ascii="Times" w:hAnsi="Times" w:cs="Times"/>
          <w:b/>
          <w:bCs/>
          <w:smallCaps/>
          <w:color w:val="000000"/>
          <w:sz w:val="24"/>
          <w:szCs w:val="24"/>
        </w:rPr>
        <w:t>_____________________________</w:t>
      </w:r>
    </w:p>
    <w:p w:rsidR="00D10510" w:rsidRPr="00D10510" w:rsidRDefault="00D10510" w:rsidP="009F702D">
      <w:pPr>
        <w:overflowPunct/>
        <w:autoSpaceDE/>
        <w:autoSpaceDN/>
        <w:adjustRightInd/>
        <w:jc w:val="both"/>
        <w:textAlignment w:val="auto"/>
        <w:rPr>
          <w:rFonts w:ascii="Times" w:hAnsi="Times" w:cs="Times"/>
          <w:b/>
          <w:bCs/>
          <w:smallCaps/>
          <w:color w:val="000000"/>
          <w:sz w:val="16"/>
          <w:szCs w:val="24"/>
        </w:rPr>
      </w:pPr>
    </w:p>
    <w:p w:rsidR="00D10510" w:rsidRDefault="00D10510" w:rsidP="009F702D">
      <w:pPr>
        <w:overflowPunct/>
        <w:autoSpaceDE/>
        <w:autoSpaceDN/>
        <w:adjustRightInd/>
        <w:jc w:val="both"/>
        <w:textAlignment w:val="auto"/>
        <w:rPr>
          <w:rFonts w:ascii="Times" w:hAnsi="Times" w:cs="Times"/>
          <w:b/>
          <w:bCs/>
          <w:smallCaps/>
          <w:color w:val="000000"/>
          <w:sz w:val="24"/>
          <w:szCs w:val="24"/>
        </w:rPr>
      </w:pPr>
      <w:r>
        <w:rPr>
          <w:rFonts w:ascii="Times" w:hAnsi="Times" w:cs="Times"/>
          <w:b/>
          <w:bCs/>
          <w:smallCaps/>
          <w:color w:val="000000"/>
          <w:sz w:val="24"/>
          <w:szCs w:val="24"/>
        </w:rPr>
        <w:t>____________________________________________________________________________</w:t>
      </w:r>
    </w:p>
    <w:p w:rsidR="009F702D" w:rsidRPr="009F702D" w:rsidRDefault="009F702D" w:rsidP="009F702D">
      <w:pPr>
        <w:overflowPunct/>
        <w:autoSpaceDE/>
        <w:autoSpaceDN/>
        <w:adjustRightInd/>
        <w:ind w:left="1560" w:hanging="1560"/>
        <w:jc w:val="both"/>
        <w:textAlignment w:val="auto"/>
        <w:rPr>
          <w:rFonts w:ascii="Times" w:hAnsi="Times" w:cs="Times"/>
          <w:b/>
          <w:bCs/>
          <w:smallCaps/>
          <w:color w:val="000000"/>
          <w:sz w:val="24"/>
          <w:szCs w:val="24"/>
        </w:rPr>
      </w:pPr>
      <w:r>
        <w:rPr>
          <w:rFonts w:ascii="Times" w:hAnsi="Times" w:cs="Times"/>
          <w:b/>
          <w:bCs/>
          <w:smallCaps/>
          <w:color w:val="000000"/>
          <w:sz w:val="24"/>
          <w:szCs w:val="24"/>
        </w:rPr>
        <w:t xml:space="preserve"> </w:t>
      </w:r>
    </w:p>
    <w:p w:rsidR="00D10510" w:rsidRDefault="009F702D" w:rsidP="009F702D">
      <w:pPr>
        <w:pStyle w:val="NormaleWeb"/>
        <w:tabs>
          <w:tab w:val="left" w:pos="2145"/>
        </w:tabs>
        <w:spacing w:before="0" w:beforeAutospacing="0" w:after="0" w:afterAutospacing="0" w:line="480" w:lineRule="auto"/>
        <w:ind w:right="48"/>
        <w:jc w:val="both"/>
        <w:rPr>
          <w:rFonts w:ascii="Times" w:hAnsi="Times" w:cs="Times"/>
          <w:sz w:val="22"/>
          <w:szCs w:val="22"/>
        </w:rPr>
      </w:pPr>
      <w:r w:rsidRPr="009F702D">
        <w:rPr>
          <w:rFonts w:ascii="Times" w:hAnsi="Times" w:cs="Times"/>
          <w:sz w:val="22"/>
          <w:szCs w:val="22"/>
        </w:rPr>
        <w:t xml:space="preserve">Con riferimento alla partecipazione all’attività libero professionale intramuraria per </w:t>
      </w:r>
      <w:r w:rsidR="00F82674">
        <w:rPr>
          <w:rFonts w:ascii="Times" w:hAnsi="Times" w:cs="Times"/>
          <w:sz w:val="22"/>
          <w:szCs w:val="22"/>
        </w:rPr>
        <w:t>la corrente annualità</w:t>
      </w:r>
      <w:r w:rsidRPr="009F702D">
        <w:rPr>
          <w:rFonts w:ascii="Times" w:hAnsi="Times" w:cs="Times"/>
          <w:sz w:val="22"/>
          <w:szCs w:val="22"/>
        </w:rPr>
        <w:t xml:space="preserve">  </w:t>
      </w:r>
      <w:r w:rsidR="00423510">
        <w:rPr>
          <w:rFonts w:ascii="Times" w:hAnsi="Times" w:cs="Times"/>
          <w:sz w:val="22"/>
          <w:szCs w:val="22"/>
        </w:rPr>
        <w:t xml:space="preserve">in </w:t>
      </w:r>
      <w:r w:rsidRPr="009F702D">
        <w:rPr>
          <w:rFonts w:ascii="Times" w:hAnsi="Times" w:cs="Times"/>
          <w:sz w:val="22"/>
          <w:szCs w:val="22"/>
        </w:rPr>
        <w:t>qualità  di  personale  di supporto formulata dal dipendente</w:t>
      </w:r>
      <w:r w:rsidR="00D10510">
        <w:rPr>
          <w:rFonts w:ascii="Times" w:hAnsi="Times" w:cs="Times"/>
          <w:sz w:val="22"/>
          <w:szCs w:val="22"/>
        </w:rPr>
        <w:t xml:space="preserve"> </w:t>
      </w:r>
      <w:r w:rsidRPr="009F702D">
        <w:rPr>
          <w:rFonts w:ascii="Times" w:hAnsi="Times" w:cs="Times"/>
          <w:sz w:val="22"/>
          <w:szCs w:val="22"/>
        </w:rPr>
        <w:t>_______________________</w:t>
      </w:r>
      <w:r w:rsidR="00D10510">
        <w:rPr>
          <w:rFonts w:ascii="Times" w:hAnsi="Times" w:cs="Times"/>
          <w:sz w:val="22"/>
          <w:szCs w:val="22"/>
        </w:rPr>
        <w:t>____________</w:t>
      </w:r>
    </w:p>
    <w:p w:rsidR="009F702D" w:rsidRPr="009F702D" w:rsidRDefault="00D10510" w:rsidP="009F702D">
      <w:pPr>
        <w:pStyle w:val="NormaleWeb"/>
        <w:tabs>
          <w:tab w:val="left" w:pos="2145"/>
        </w:tabs>
        <w:spacing w:before="0" w:beforeAutospacing="0" w:after="0" w:afterAutospacing="0" w:line="480" w:lineRule="auto"/>
        <w:ind w:right="48"/>
        <w:jc w:val="both"/>
        <w:rPr>
          <w:rFonts w:ascii="Times" w:hAnsi="Times" w:cs="Times"/>
          <w:b/>
          <w:sz w:val="22"/>
          <w:szCs w:val="22"/>
        </w:rPr>
      </w:pPr>
      <w:r>
        <w:rPr>
          <w:rFonts w:ascii="Times" w:hAnsi="Times" w:cs="Times"/>
          <w:sz w:val="22"/>
          <w:szCs w:val="22"/>
        </w:rPr>
        <w:t>______________________________________________________________________________________</w:t>
      </w:r>
    </w:p>
    <w:p w:rsidR="009F702D" w:rsidRPr="009F702D" w:rsidRDefault="009F702D" w:rsidP="009F702D">
      <w:pPr>
        <w:overflowPunct/>
        <w:autoSpaceDE/>
        <w:autoSpaceDN/>
        <w:adjustRightInd/>
        <w:spacing w:line="480" w:lineRule="auto"/>
        <w:ind w:right="48"/>
        <w:jc w:val="both"/>
        <w:textAlignment w:val="auto"/>
        <w:rPr>
          <w:rFonts w:ascii="Times" w:hAnsi="Times" w:cs="Times"/>
          <w:b/>
          <w:sz w:val="22"/>
          <w:szCs w:val="22"/>
        </w:rPr>
      </w:pPr>
      <w:r w:rsidRPr="009F702D">
        <w:rPr>
          <w:rFonts w:ascii="Times" w:hAnsi="Times" w:cs="Times"/>
          <w:b/>
          <w:sz w:val="22"/>
          <w:szCs w:val="22"/>
        </w:rPr>
        <w:t>il Dirigente</w:t>
      </w:r>
      <w:r w:rsidR="00E6704D">
        <w:rPr>
          <w:rFonts w:ascii="Times" w:hAnsi="Times" w:cs="Times"/>
          <w:b/>
          <w:sz w:val="22"/>
          <w:szCs w:val="22"/>
        </w:rPr>
        <w:t>/Resp.</w:t>
      </w:r>
      <w:r w:rsidRPr="009F702D">
        <w:rPr>
          <w:rFonts w:ascii="Times" w:hAnsi="Times" w:cs="Times"/>
          <w:b/>
          <w:sz w:val="22"/>
          <w:szCs w:val="22"/>
        </w:rPr>
        <w:t xml:space="preserve"> dell’U.O.</w:t>
      </w:r>
      <w:r w:rsidR="00E6704D">
        <w:rPr>
          <w:rFonts w:ascii="Times" w:hAnsi="Times" w:cs="Times"/>
          <w:b/>
          <w:sz w:val="22"/>
          <w:szCs w:val="22"/>
        </w:rPr>
        <w:t>/Equipe</w:t>
      </w:r>
      <w:r w:rsidR="00D10510">
        <w:rPr>
          <w:rFonts w:ascii="Times" w:hAnsi="Times" w:cs="Times"/>
          <w:b/>
          <w:sz w:val="22"/>
          <w:szCs w:val="22"/>
        </w:rPr>
        <w:t xml:space="preserve"> </w:t>
      </w:r>
      <w:r w:rsidR="00E6704D">
        <w:rPr>
          <w:rFonts w:ascii="Times" w:hAnsi="Times" w:cs="Times"/>
          <w:b/>
          <w:sz w:val="22"/>
          <w:szCs w:val="22"/>
        </w:rPr>
        <w:t>__________________</w:t>
      </w:r>
      <w:r w:rsidRPr="009F702D">
        <w:rPr>
          <w:rFonts w:ascii="Times" w:hAnsi="Times" w:cs="Times"/>
          <w:b/>
          <w:sz w:val="22"/>
          <w:szCs w:val="22"/>
        </w:rPr>
        <w:t>_</w:t>
      </w:r>
      <w:r w:rsidR="00D10510">
        <w:rPr>
          <w:rFonts w:ascii="Times" w:hAnsi="Times" w:cs="Times"/>
          <w:b/>
          <w:sz w:val="22"/>
          <w:szCs w:val="22"/>
        </w:rPr>
        <w:t xml:space="preserve">_________________________________ </w:t>
      </w:r>
      <w:r w:rsidRPr="009F702D">
        <w:rPr>
          <w:rFonts w:ascii="Times" w:hAnsi="Times" w:cs="Times"/>
          <w:b/>
          <w:sz w:val="22"/>
          <w:szCs w:val="22"/>
        </w:rPr>
        <w:t>dr._________________________________</w:t>
      </w:r>
      <w:r w:rsidR="00D10510">
        <w:rPr>
          <w:rFonts w:ascii="Times" w:hAnsi="Times" w:cs="Times"/>
          <w:b/>
          <w:sz w:val="22"/>
          <w:szCs w:val="22"/>
        </w:rPr>
        <w:t>__________________________________________________</w:t>
      </w:r>
    </w:p>
    <w:p w:rsidR="009F702D" w:rsidRPr="009F702D" w:rsidRDefault="00423510" w:rsidP="00D10510">
      <w:pPr>
        <w:tabs>
          <w:tab w:val="left" w:pos="709"/>
        </w:tabs>
        <w:overflowPunct/>
        <w:autoSpaceDE/>
        <w:autoSpaceDN/>
        <w:adjustRightInd/>
        <w:spacing w:line="480" w:lineRule="auto"/>
        <w:ind w:right="48"/>
        <w:jc w:val="both"/>
        <w:textAlignment w:val="auto"/>
        <w:rPr>
          <w:rFonts w:ascii="Times" w:hAnsi="Times" w:cs="Times"/>
          <w:b/>
          <w:sz w:val="22"/>
          <w:szCs w:val="22"/>
        </w:rPr>
      </w:pPr>
      <w:r>
        <w:rPr>
          <w:rFonts w:ascii="Times" w:hAnsi="Times" w:cs="Times"/>
          <w:b/>
          <w:sz w:val="22"/>
          <w:szCs w:val="22"/>
        </w:rPr>
        <w:t xml:space="preserve">   (</w:t>
      </w:r>
      <w:r w:rsidR="00D10510">
        <w:rPr>
          <w:rFonts w:ascii="Times" w:hAnsi="Times" w:cs="Times"/>
          <w:b/>
          <w:sz w:val="22"/>
          <w:szCs w:val="22"/>
        </w:rPr>
        <w:t xml:space="preserve">  </w:t>
      </w:r>
      <w:r w:rsidR="009F702D" w:rsidRPr="009F702D">
        <w:rPr>
          <w:rFonts w:ascii="Times" w:hAnsi="Times" w:cs="Times"/>
          <w:b/>
          <w:sz w:val="22"/>
          <w:szCs w:val="22"/>
        </w:rPr>
        <w:t xml:space="preserve">) </w:t>
      </w:r>
      <w:r w:rsidR="00D10510">
        <w:rPr>
          <w:rFonts w:ascii="Times" w:hAnsi="Times" w:cs="Times"/>
          <w:b/>
          <w:sz w:val="22"/>
          <w:szCs w:val="22"/>
        </w:rPr>
        <w:t xml:space="preserve">   </w:t>
      </w:r>
      <w:r w:rsidR="009F702D" w:rsidRPr="009F702D">
        <w:rPr>
          <w:rFonts w:ascii="Times" w:hAnsi="Times" w:cs="Times"/>
          <w:b/>
          <w:sz w:val="22"/>
          <w:szCs w:val="22"/>
        </w:rPr>
        <w:t>accetta la richiesta;</w:t>
      </w:r>
    </w:p>
    <w:p w:rsidR="00D10510" w:rsidRDefault="00F82674" w:rsidP="00D10510">
      <w:pPr>
        <w:overflowPunct/>
        <w:autoSpaceDE/>
        <w:autoSpaceDN/>
        <w:adjustRightInd/>
        <w:spacing w:line="480" w:lineRule="auto"/>
        <w:ind w:left="142" w:right="48"/>
        <w:jc w:val="both"/>
        <w:textAlignment w:val="auto"/>
        <w:rPr>
          <w:rFonts w:ascii="Times" w:hAnsi="Times" w:cs="Times"/>
          <w:b/>
          <w:sz w:val="22"/>
          <w:szCs w:val="22"/>
        </w:rPr>
      </w:pPr>
      <w:r>
        <w:rPr>
          <w:rFonts w:ascii="Times" w:hAnsi="Times" w:cs="Times"/>
          <w:b/>
          <w:sz w:val="22"/>
          <w:szCs w:val="22"/>
        </w:rPr>
        <w:t xml:space="preserve"> (</w:t>
      </w:r>
      <w:r w:rsidR="00D10510">
        <w:rPr>
          <w:rFonts w:ascii="Times" w:hAnsi="Times" w:cs="Times"/>
          <w:b/>
          <w:sz w:val="22"/>
          <w:szCs w:val="22"/>
        </w:rPr>
        <w:t xml:space="preserve">  </w:t>
      </w:r>
      <w:r>
        <w:rPr>
          <w:rFonts w:ascii="Times" w:hAnsi="Times" w:cs="Times"/>
          <w:b/>
          <w:sz w:val="22"/>
          <w:szCs w:val="22"/>
        </w:rPr>
        <w:t>)</w:t>
      </w:r>
      <w:r>
        <w:rPr>
          <w:rFonts w:ascii="Times" w:hAnsi="Times" w:cs="Times"/>
          <w:b/>
          <w:sz w:val="22"/>
          <w:szCs w:val="22"/>
        </w:rPr>
        <w:tab/>
      </w:r>
      <w:r w:rsidR="009F702D" w:rsidRPr="009F702D">
        <w:rPr>
          <w:rFonts w:ascii="Times" w:hAnsi="Times" w:cs="Times"/>
          <w:b/>
          <w:sz w:val="22"/>
          <w:szCs w:val="22"/>
        </w:rPr>
        <w:t>respinge la richiesta per il seguente motivo:</w:t>
      </w:r>
      <w:r w:rsidR="00D10510">
        <w:rPr>
          <w:rFonts w:ascii="Times" w:hAnsi="Times" w:cs="Times"/>
          <w:b/>
          <w:sz w:val="22"/>
          <w:szCs w:val="22"/>
        </w:rPr>
        <w:t xml:space="preserve"> ________________________________________</w:t>
      </w:r>
    </w:p>
    <w:p w:rsidR="009F702D" w:rsidRPr="009F702D" w:rsidRDefault="009F702D" w:rsidP="00D10510">
      <w:pPr>
        <w:overflowPunct/>
        <w:autoSpaceDE/>
        <w:autoSpaceDN/>
        <w:adjustRightInd/>
        <w:spacing w:line="480" w:lineRule="auto"/>
        <w:ind w:left="142" w:right="48"/>
        <w:jc w:val="both"/>
        <w:textAlignment w:val="auto"/>
        <w:rPr>
          <w:rFonts w:ascii="Times" w:hAnsi="Times" w:cs="Times"/>
          <w:b/>
          <w:sz w:val="22"/>
          <w:szCs w:val="22"/>
        </w:rPr>
      </w:pPr>
      <w:r w:rsidRPr="009F702D">
        <w:rPr>
          <w:rFonts w:ascii="Times" w:hAnsi="Times" w:cs="Times"/>
          <w:b/>
          <w:sz w:val="22"/>
          <w:szCs w:val="22"/>
        </w:rPr>
        <w:t>______________________________________________________________________________</w:t>
      </w:r>
      <w:r w:rsidR="00D10510">
        <w:rPr>
          <w:rFonts w:ascii="Times" w:hAnsi="Times" w:cs="Times"/>
          <w:b/>
          <w:sz w:val="22"/>
          <w:szCs w:val="22"/>
        </w:rPr>
        <w:t>_____</w:t>
      </w:r>
    </w:p>
    <w:p w:rsidR="009F702D" w:rsidRPr="009F702D" w:rsidRDefault="009F702D" w:rsidP="00D10510">
      <w:pPr>
        <w:overflowPunct/>
        <w:autoSpaceDE/>
        <w:autoSpaceDN/>
        <w:adjustRightInd/>
        <w:spacing w:line="480" w:lineRule="auto"/>
        <w:ind w:left="142" w:right="48"/>
        <w:jc w:val="both"/>
        <w:textAlignment w:val="auto"/>
        <w:rPr>
          <w:rFonts w:ascii="Times" w:hAnsi="Times" w:cs="Times"/>
          <w:b/>
          <w:sz w:val="22"/>
          <w:szCs w:val="22"/>
        </w:rPr>
      </w:pPr>
      <w:r w:rsidRPr="009F702D">
        <w:rPr>
          <w:rFonts w:ascii="Times" w:hAnsi="Times" w:cs="Times"/>
          <w:b/>
          <w:sz w:val="22"/>
          <w:szCs w:val="22"/>
        </w:rPr>
        <w:t>__________________________________________________________________________________</w:t>
      </w:r>
      <w:r w:rsidR="00D10510">
        <w:rPr>
          <w:rFonts w:ascii="Times" w:hAnsi="Times" w:cs="Times"/>
          <w:b/>
          <w:sz w:val="22"/>
          <w:szCs w:val="22"/>
        </w:rPr>
        <w:t>_</w:t>
      </w:r>
    </w:p>
    <w:p w:rsidR="009F702D" w:rsidRPr="009F702D" w:rsidRDefault="00D10510" w:rsidP="00D10510">
      <w:pPr>
        <w:overflowPunct/>
        <w:autoSpaceDE/>
        <w:autoSpaceDN/>
        <w:adjustRightInd/>
        <w:spacing w:line="480" w:lineRule="auto"/>
        <w:ind w:left="142" w:right="48"/>
        <w:jc w:val="both"/>
        <w:textAlignment w:val="auto"/>
        <w:rPr>
          <w:rFonts w:ascii="Times" w:hAnsi="Times" w:cs="Times"/>
          <w:b/>
          <w:sz w:val="22"/>
          <w:szCs w:val="22"/>
        </w:rPr>
      </w:pPr>
      <w:r>
        <w:rPr>
          <w:rFonts w:ascii="Times" w:hAnsi="Times" w:cs="Times"/>
          <w:b/>
          <w:sz w:val="22"/>
          <w:szCs w:val="22"/>
        </w:rPr>
        <w:t xml:space="preserve"> </w:t>
      </w:r>
      <w:r w:rsidR="009F702D" w:rsidRPr="009F702D">
        <w:rPr>
          <w:rFonts w:ascii="Times" w:hAnsi="Times" w:cs="Times"/>
          <w:b/>
          <w:sz w:val="22"/>
          <w:szCs w:val="22"/>
        </w:rPr>
        <w:t>__________________________________________________________________________________</w:t>
      </w:r>
    </w:p>
    <w:p w:rsidR="009F702D" w:rsidRPr="009F702D" w:rsidRDefault="00D10510" w:rsidP="00D10510">
      <w:pPr>
        <w:overflowPunct/>
        <w:autoSpaceDE/>
        <w:autoSpaceDN/>
        <w:adjustRightInd/>
        <w:spacing w:line="480" w:lineRule="auto"/>
        <w:ind w:left="142" w:right="48"/>
        <w:jc w:val="both"/>
        <w:textAlignment w:val="auto"/>
        <w:rPr>
          <w:rFonts w:ascii="Times" w:hAnsi="Times" w:cs="Times"/>
          <w:b/>
          <w:sz w:val="22"/>
          <w:szCs w:val="22"/>
        </w:rPr>
      </w:pPr>
      <w:r>
        <w:rPr>
          <w:rFonts w:ascii="Times" w:hAnsi="Times" w:cs="Times"/>
          <w:b/>
          <w:sz w:val="22"/>
          <w:szCs w:val="22"/>
        </w:rPr>
        <w:t xml:space="preserve"> </w:t>
      </w:r>
      <w:r w:rsidR="009F702D" w:rsidRPr="009F702D">
        <w:rPr>
          <w:rFonts w:ascii="Times" w:hAnsi="Times" w:cs="Times"/>
          <w:b/>
          <w:sz w:val="22"/>
          <w:szCs w:val="22"/>
        </w:rPr>
        <w:t>_______________________________________________________________________________</w:t>
      </w:r>
      <w:r>
        <w:rPr>
          <w:rFonts w:ascii="Times" w:hAnsi="Times" w:cs="Times"/>
          <w:b/>
          <w:sz w:val="22"/>
          <w:szCs w:val="22"/>
        </w:rPr>
        <w:t>_____</w:t>
      </w:r>
    </w:p>
    <w:p w:rsidR="00D10510" w:rsidRPr="00D10510" w:rsidRDefault="00D10510" w:rsidP="009F702D">
      <w:pPr>
        <w:overflowPunct/>
        <w:autoSpaceDE/>
        <w:autoSpaceDN/>
        <w:adjustRightInd/>
        <w:spacing w:line="480" w:lineRule="auto"/>
        <w:ind w:right="48"/>
        <w:jc w:val="both"/>
        <w:textAlignment w:val="auto"/>
        <w:rPr>
          <w:rFonts w:ascii="Times" w:hAnsi="Times" w:cs="Times"/>
          <w:b/>
          <w:sz w:val="14"/>
          <w:szCs w:val="22"/>
        </w:rPr>
      </w:pPr>
    </w:p>
    <w:p w:rsidR="009F702D" w:rsidRPr="009F702D" w:rsidRDefault="009F702D" w:rsidP="009F702D">
      <w:pPr>
        <w:overflowPunct/>
        <w:autoSpaceDE/>
        <w:autoSpaceDN/>
        <w:adjustRightInd/>
        <w:spacing w:line="480" w:lineRule="auto"/>
        <w:ind w:right="48"/>
        <w:jc w:val="both"/>
        <w:textAlignment w:val="auto"/>
        <w:rPr>
          <w:rFonts w:ascii="Times" w:hAnsi="Times" w:cs="Times"/>
          <w:b/>
          <w:sz w:val="22"/>
          <w:szCs w:val="22"/>
        </w:rPr>
      </w:pPr>
      <w:r w:rsidRPr="009F702D">
        <w:rPr>
          <w:rFonts w:ascii="Times" w:hAnsi="Times" w:cs="Times"/>
          <w:b/>
          <w:sz w:val="22"/>
          <w:szCs w:val="22"/>
        </w:rPr>
        <w:t xml:space="preserve">   autorizzando il richiedente all’attività intramoenia a far data dal </w:t>
      </w:r>
      <w:r w:rsidR="00D10510">
        <w:rPr>
          <w:rFonts w:ascii="Times" w:hAnsi="Times" w:cs="Times"/>
          <w:b/>
          <w:sz w:val="22"/>
          <w:szCs w:val="22"/>
        </w:rPr>
        <w:t>______</w:t>
      </w:r>
      <w:r w:rsidRPr="009F702D">
        <w:rPr>
          <w:rFonts w:ascii="Times" w:hAnsi="Times" w:cs="Times"/>
          <w:b/>
          <w:sz w:val="22"/>
          <w:szCs w:val="22"/>
        </w:rPr>
        <w:t>___________________</w:t>
      </w:r>
      <w:r w:rsidR="00D10510">
        <w:rPr>
          <w:rFonts w:ascii="Times" w:hAnsi="Times" w:cs="Times"/>
          <w:b/>
          <w:sz w:val="22"/>
          <w:szCs w:val="22"/>
        </w:rPr>
        <w:t>___</w:t>
      </w:r>
    </w:p>
    <w:p w:rsidR="009F702D" w:rsidRPr="009F702D" w:rsidRDefault="009F702D" w:rsidP="009F702D">
      <w:pPr>
        <w:overflowPunct/>
        <w:autoSpaceDE/>
        <w:autoSpaceDN/>
        <w:adjustRightInd/>
        <w:spacing w:line="480" w:lineRule="auto"/>
        <w:ind w:right="48"/>
        <w:jc w:val="both"/>
        <w:textAlignment w:val="auto"/>
        <w:rPr>
          <w:rFonts w:ascii="Times" w:hAnsi="Times" w:cs="Times"/>
          <w:b/>
          <w:sz w:val="22"/>
          <w:szCs w:val="22"/>
        </w:rPr>
      </w:pPr>
      <w:r w:rsidRPr="009F702D">
        <w:rPr>
          <w:rFonts w:ascii="Times" w:hAnsi="Times" w:cs="Times"/>
          <w:b/>
          <w:sz w:val="22"/>
          <w:szCs w:val="22"/>
        </w:rPr>
        <w:t xml:space="preserve">   e fino al giorno (</w:t>
      </w:r>
      <w:r w:rsidR="00D10510">
        <w:rPr>
          <w:rFonts w:ascii="Times" w:hAnsi="Times" w:cs="Times"/>
          <w:b/>
          <w:sz w:val="22"/>
          <w:szCs w:val="22"/>
        </w:rPr>
        <w:t>incluso</w:t>
      </w:r>
      <w:r w:rsidRPr="009F702D">
        <w:rPr>
          <w:rFonts w:ascii="Times" w:hAnsi="Times" w:cs="Times"/>
          <w:b/>
          <w:sz w:val="22"/>
          <w:szCs w:val="22"/>
        </w:rPr>
        <w:t>) _______________________________</w:t>
      </w:r>
    </w:p>
    <w:p w:rsidR="009F702D" w:rsidRPr="00D10510" w:rsidRDefault="009F702D" w:rsidP="009F702D">
      <w:pPr>
        <w:overflowPunct/>
        <w:autoSpaceDE/>
        <w:autoSpaceDN/>
        <w:adjustRightInd/>
        <w:spacing w:line="480" w:lineRule="auto"/>
        <w:ind w:right="48"/>
        <w:jc w:val="both"/>
        <w:textAlignment w:val="auto"/>
        <w:rPr>
          <w:rFonts w:ascii="Times" w:hAnsi="Times" w:cs="Times"/>
          <w:b/>
          <w:sz w:val="32"/>
          <w:szCs w:val="22"/>
        </w:rPr>
      </w:pPr>
    </w:p>
    <w:p w:rsidR="009F702D" w:rsidRPr="009F702D" w:rsidRDefault="009F702D" w:rsidP="009F702D">
      <w:pPr>
        <w:overflowPunct/>
        <w:autoSpaceDE/>
        <w:autoSpaceDN/>
        <w:adjustRightInd/>
        <w:spacing w:line="480" w:lineRule="auto"/>
        <w:ind w:right="48"/>
        <w:jc w:val="both"/>
        <w:textAlignment w:val="auto"/>
        <w:rPr>
          <w:rFonts w:ascii="Times" w:hAnsi="Times" w:cs="Times"/>
          <w:b/>
          <w:sz w:val="22"/>
          <w:szCs w:val="22"/>
        </w:rPr>
      </w:pPr>
      <w:r w:rsidRPr="009F702D">
        <w:rPr>
          <w:rFonts w:ascii="Times" w:hAnsi="Times" w:cs="Times"/>
          <w:b/>
          <w:sz w:val="22"/>
          <w:szCs w:val="22"/>
        </w:rPr>
        <w:t xml:space="preserve">   data ______________________                                     firma _____________________________</w:t>
      </w:r>
    </w:p>
    <w:p w:rsidR="009F702D" w:rsidRDefault="009F702D" w:rsidP="009F702D">
      <w:pPr>
        <w:overflowPunct/>
        <w:autoSpaceDE/>
        <w:autoSpaceDN/>
        <w:adjustRightInd/>
        <w:spacing w:line="480" w:lineRule="auto"/>
        <w:ind w:right="48"/>
        <w:jc w:val="both"/>
        <w:textAlignment w:val="auto"/>
        <w:rPr>
          <w:rFonts w:ascii="Times" w:hAnsi="Times" w:cs="Times"/>
          <w:b/>
          <w:sz w:val="22"/>
          <w:szCs w:val="22"/>
        </w:rPr>
      </w:pPr>
    </w:p>
    <w:p w:rsidR="00D10510" w:rsidRPr="009F702D" w:rsidRDefault="00D10510" w:rsidP="009F702D">
      <w:pPr>
        <w:overflowPunct/>
        <w:autoSpaceDE/>
        <w:autoSpaceDN/>
        <w:adjustRightInd/>
        <w:spacing w:line="480" w:lineRule="auto"/>
        <w:ind w:right="48"/>
        <w:jc w:val="both"/>
        <w:textAlignment w:val="auto"/>
        <w:rPr>
          <w:rFonts w:ascii="Times" w:hAnsi="Times" w:cs="Times"/>
          <w:b/>
          <w:sz w:val="22"/>
          <w:szCs w:val="22"/>
        </w:rPr>
      </w:pPr>
    </w:p>
    <w:p w:rsidR="00DF2A46" w:rsidRPr="009F702D" w:rsidRDefault="009F702D" w:rsidP="00D10510">
      <w:pPr>
        <w:overflowPunct/>
        <w:autoSpaceDE/>
        <w:autoSpaceDN/>
        <w:adjustRightInd/>
        <w:spacing w:line="480" w:lineRule="auto"/>
        <w:ind w:left="120" w:right="48"/>
        <w:jc w:val="both"/>
        <w:textAlignment w:val="auto"/>
        <w:rPr>
          <w:rFonts w:ascii="Book Antiqua" w:hAnsi="Book Antiqua"/>
          <w:sz w:val="22"/>
          <w:szCs w:val="22"/>
        </w:rPr>
      </w:pPr>
      <w:r w:rsidRPr="009F702D">
        <w:rPr>
          <w:rFonts w:ascii="Times" w:hAnsi="Times" w:cs="Times"/>
          <w:b/>
          <w:sz w:val="22"/>
          <w:szCs w:val="22"/>
        </w:rPr>
        <w:t>La presente va trasmessa per e mail all’U.O. A.L.P.I. esclusivamente mediate la posta aziendale del medico firmatario.</w:t>
      </w:r>
      <w:r w:rsidR="00615700" w:rsidRPr="009F702D">
        <w:rPr>
          <w:rFonts w:ascii="Book Antiqua" w:hAnsi="Book Antiqua"/>
          <w:sz w:val="22"/>
          <w:szCs w:val="22"/>
        </w:rPr>
        <w:tab/>
      </w:r>
      <w:r w:rsidR="00615700" w:rsidRPr="009F702D">
        <w:rPr>
          <w:rFonts w:ascii="Book Antiqua" w:hAnsi="Book Antiqua"/>
          <w:sz w:val="22"/>
          <w:szCs w:val="22"/>
        </w:rPr>
        <w:tab/>
      </w:r>
      <w:r w:rsidR="00615700" w:rsidRPr="009F702D">
        <w:rPr>
          <w:rFonts w:ascii="Book Antiqua" w:hAnsi="Book Antiqua"/>
          <w:sz w:val="22"/>
          <w:szCs w:val="22"/>
        </w:rPr>
        <w:tab/>
      </w:r>
      <w:r w:rsidR="00F6134D" w:rsidRPr="009F702D">
        <w:rPr>
          <w:rFonts w:ascii="Book Antiqua" w:hAnsi="Book Antiqua"/>
          <w:sz w:val="22"/>
          <w:szCs w:val="22"/>
        </w:rPr>
        <w:t xml:space="preserve">                                  </w:t>
      </w:r>
    </w:p>
    <w:sectPr w:rsidR="00DF2A46" w:rsidRPr="009F702D" w:rsidSect="00F029C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38"/>
      <w:pgMar w:top="1259" w:right="1191" w:bottom="720" w:left="1191" w:header="539" w:footer="64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E0E" w:rsidRDefault="004F2E0E">
      <w:r>
        <w:separator/>
      </w:r>
    </w:p>
  </w:endnote>
  <w:endnote w:type="continuationSeparator" w:id="0">
    <w:p w:rsidR="004F2E0E" w:rsidRDefault="004F2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19" w:rsidRDefault="0014441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44419" w:rsidRDefault="00144419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19" w:rsidRDefault="00144419">
    <w:pPr>
      <w:pStyle w:val="Testopredefinito"/>
      <w:ind w:right="360"/>
      <w:jc w:val="center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19" w:rsidRDefault="00144419">
    <w:pPr>
      <w:pStyle w:val="Pidipagina"/>
      <w:jc w:val="center"/>
      <w:rPr>
        <w:sz w:val="16"/>
      </w:rPr>
    </w:pPr>
    <w:r>
      <w:rPr>
        <w:sz w:val="16"/>
      </w:rPr>
      <w:t xml:space="preserve">Sede Via R. Paolini, 45 - 65124 PESCARA - Tel. 085425/1 - fax 085/4253051 - P.Iva e C.F. 01397530682                               </w:t>
    </w:r>
  </w:p>
  <w:p w:rsidR="00144419" w:rsidRDefault="00144419">
    <w:pPr>
      <w:pStyle w:val="Pidipagina"/>
      <w:jc w:val="center"/>
    </w:pPr>
    <w:r>
      <w:rPr>
        <w:sz w:val="16"/>
      </w:rPr>
      <w:tab/>
      <w:t xml:space="preserve">           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E0E" w:rsidRDefault="004F2E0E">
      <w:r>
        <w:separator/>
      </w:r>
    </w:p>
  </w:footnote>
  <w:footnote w:type="continuationSeparator" w:id="0">
    <w:p w:rsidR="004F2E0E" w:rsidRDefault="004F2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860" w:rsidRPr="00831DAB" w:rsidRDefault="002D51BB" w:rsidP="00096860">
    <w:pPr>
      <w:pStyle w:val="Intestazione"/>
      <w:jc w:val="center"/>
      <w:rPr>
        <w:rFonts w:ascii="Goudy Old Style" w:hAnsi="Goudy Old Style"/>
        <w:b/>
        <w:bCs/>
        <w:sz w:val="28"/>
      </w:rPr>
    </w:pPr>
    <w:r>
      <w:rPr>
        <w:rFonts w:ascii="Goudy Old Style" w:hAnsi="Goudy Old Style"/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-74295</wp:posOffset>
          </wp:positionH>
          <wp:positionV relativeFrom="paragraph">
            <wp:posOffset>144780</wp:posOffset>
          </wp:positionV>
          <wp:extent cx="831850" cy="953770"/>
          <wp:effectExtent l="19050" t="0" r="6350" b="0"/>
          <wp:wrapNone/>
          <wp:docPr id="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0" cy="953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96860" w:rsidRPr="00831DAB">
      <w:rPr>
        <w:rFonts w:ascii="Goudy Old Style" w:hAnsi="Goudy Old Style"/>
        <w:b/>
        <w:bCs/>
        <w:sz w:val="28"/>
      </w:rPr>
      <w:t>UNITÀ SANITARIA LOCALE DI PESCARA</w:t>
    </w:r>
  </w:p>
  <w:p w:rsidR="00096860" w:rsidRPr="00831DAB" w:rsidRDefault="00096860" w:rsidP="00096860">
    <w:pPr>
      <w:pStyle w:val="Intestazione"/>
      <w:jc w:val="center"/>
      <w:rPr>
        <w:rFonts w:ascii="Goudy Old Style" w:hAnsi="Goudy Old Style"/>
      </w:rPr>
    </w:pPr>
    <w:r w:rsidRPr="00831DAB">
      <w:rPr>
        <w:rFonts w:ascii="Goudy Old Style" w:hAnsi="Goudy Old Style"/>
      </w:rPr>
      <w:t>Azienda Pubblica</w:t>
    </w:r>
  </w:p>
  <w:p w:rsidR="00096860" w:rsidRPr="00831DAB" w:rsidRDefault="00096860" w:rsidP="00096860">
    <w:pPr>
      <w:pStyle w:val="Intestazione"/>
      <w:rPr>
        <w:rFonts w:ascii="Goudy Old Style" w:hAnsi="Goudy Old Style"/>
      </w:rPr>
    </w:pPr>
  </w:p>
  <w:p w:rsidR="00096860" w:rsidRPr="00831DAB" w:rsidRDefault="00096860" w:rsidP="00096860">
    <w:pPr>
      <w:pStyle w:val="Testopredefinito"/>
      <w:ind w:left="5040"/>
      <w:rPr>
        <w:rFonts w:ascii="Goudy Old Style" w:hAnsi="Goudy Old Style"/>
      </w:rPr>
    </w:pPr>
    <w:r w:rsidRPr="00831DAB">
      <w:rPr>
        <w:rFonts w:ascii="Goudy Old Style" w:hAnsi="Goudy Old Style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295.1pt;margin-top:3.6pt;width:180pt;height:63pt;z-index:251657728" filled="f" stroked="f">
          <v:textbox style="mso-next-textbox:#_x0000_s2053">
            <w:txbxContent>
              <w:p w:rsidR="00096860" w:rsidRPr="000A4EF7" w:rsidRDefault="00096860" w:rsidP="00096860">
                <w:pPr>
                  <w:ind w:left="1440"/>
                  <w:rPr>
                    <w:rFonts w:ascii="Goudy Old Style" w:hAnsi="Goudy Old Style"/>
                    <w:sz w:val="18"/>
                  </w:rPr>
                </w:pPr>
                <w:r w:rsidRPr="000A4EF7">
                  <w:rPr>
                    <w:rFonts w:ascii="Goudy Old Style" w:hAnsi="Goudy Old Style"/>
                  </w:rPr>
                  <w:t xml:space="preserve">  </w:t>
                </w:r>
                <w:r w:rsidRPr="000A4EF7">
                  <w:rPr>
                    <w:rFonts w:ascii="Goudy Old Style" w:hAnsi="Goudy Old Style"/>
                    <w:sz w:val="18"/>
                  </w:rPr>
                  <w:t>Sede Legale:</w:t>
                </w:r>
              </w:p>
              <w:p w:rsidR="00096860" w:rsidRPr="000A4EF7" w:rsidRDefault="00096860" w:rsidP="00096860">
                <w:pPr>
                  <w:ind w:left="720" w:firstLine="720"/>
                  <w:rPr>
                    <w:rFonts w:ascii="Goudy Old Style" w:hAnsi="Goudy Old Style"/>
                    <w:sz w:val="18"/>
                  </w:rPr>
                </w:pPr>
                <w:r>
                  <w:rPr>
                    <w:rFonts w:ascii="Goudy Old Style" w:hAnsi="Goudy Old Style"/>
                    <w:sz w:val="18"/>
                  </w:rPr>
                  <w:t xml:space="preserve">   Via Renato Paolini, 47</w:t>
                </w:r>
              </w:p>
              <w:p w:rsidR="00096860" w:rsidRPr="000A4EF7" w:rsidRDefault="00096860" w:rsidP="00096860">
                <w:pPr>
                  <w:ind w:left="720" w:firstLine="720"/>
                  <w:rPr>
                    <w:rFonts w:ascii="Goudy Old Style" w:hAnsi="Goudy Old Style"/>
                    <w:sz w:val="18"/>
                  </w:rPr>
                </w:pPr>
                <w:r w:rsidRPr="000A4EF7">
                  <w:rPr>
                    <w:rFonts w:ascii="Goudy Old Style" w:hAnsi="Goudy Old Style"/>
                    <w:sz w:val="18"/>
                  </w:rPr>
                  <w:t xml:space="preserve">   65124 Pescara</w:t>
                </w:r>
              </w:p>
              <w:p w:rsidR="00096860" w:rsidRPr="000A4EF7" w:rsidRDefault="00096860" w:rsidP="00096860">
                <w:pPr>
                  <w:ind w:left="720" w:firstLine="720"/>
                  <w:rPr>
                    <w:rFonts w:ascii="Goudy Old Style" w:hAnsi="Goudy Old Style"/>
                  </w:rPr>
                </w:pPr>
                <w:r w:rsidRPr="000A4EF7">
                  <w:rPr>
                    <w:rFonts w:ascii="Goudy Old Style" w:hAnsi="Goudy Old Style"/>
                    <w:sz w:val="18"/>
                  </w:rPr>
                  <w:t xml:space="preserve">   P. Iva: 01397530682</w:t>
                </w:r>
              </w:p>
            </w:txbxContent>
          </v:textbox>
        </v:shape>
      </w:pict>
    </w:r>
    <w:r w:rsidRPr="00831DAB">
      <w:rPr>
        <w:rFonts w:ascii="Goudy Old Style" w:hAnsi="Goudy Old Style"/>
      </w:rPr>
      <w:tab/>
    </w:r>
    <w:r w:rsidRPr="00831DAB">
      <w:rPr>
        <w:rFonts w:ascii="Goudy Old Style" w:hAnsi="Goudy Old Style"/>
      </w:rPr>
      <w:tab/>
    </w:r>
    <w:r w:rsidRPr="00831DAB">
      <w:rPr>
        <w:rFonts w:ascii="Goudy Old Style" w:hAnsi="Goudy Old Style"/>
      </w:rPr>
      <w:tab/>
    </w:r>
    <w:r w:rsidRPr="00831DAB">
      <w:rPr>
        <w:rFonts w:ascii="Goudy Old Style" w:hAnsi="Goudy Old Style"/>
      </w:rPr>
      <w:tab/>
    </w:r>
    <w:r w:rsidRPr="00831DAB">
      <w:rPr>
        <w:rFonts w:ascii="Goudy Old Style" w:hAnsi="Goudy Old Style"/>
      </w:rPr>
      <w:tab/>
    </w:r>
  </w:p>
  <w:p w:rsidR="00096860" w:rsidRPr="00831DAB" w:rsidRDefault="00096860" w:rsidP="00096860">
    <w:pPr>
      <w:pStyle w:val="Intestazione"/>
      <w:rPr>
        <w:rFonts w:ascii="Goudy Old Style" w:hAnsi="Goudy Old Style"/>
      </w:rPr>
    </w:pPr>
  </w:p>
  <w:p w:rsidR="00096860" w:rsidRPr="00831DAB" w:rsidRDefault="00096860" w:rsidP="00096860">
    <w:pPr>
      <w:pStyle w:val="Intestazione"/>
      <w:rPr>
        <w:rFonts w:ascii="Goudy Old Style" w:hAnsi="Goudy Old Style"/>
      </w:rPr>
    </w:pPr>
  </w:p>
  <w:p w:rsidR="00096860" w:rsidRPr="00831DAB" w:rsidRDefault="00096860" w:rsidP="00096860">
    <w:pPr>
      <w:pStyle w:val="Intestazione"/>
      <w:rPr>
        <w:rFonts w:ascii="Goudy Old Style" w:hAnsi="Goudy Old Style"/>
      </w:rPr>
    </w:pPr>
  </w:p>
  <w:p w:rsidR="00096860" w:rsidRDefault="00096860" w:rsidP="00096860">
    <w:pPr>
      <w:rPr>
        <w:rFonts w:ascii="Goudy Old Style" w:hAnsi="Goudy Old Style"/>
        <w:b/>
        <w:sz w:val="18"/>
        <w:szCs w:val="18"/>
      </w:rPr>
    </w:pPr>
    <w:r w:rsidRPr="0079160A">
      <w:rPr>
        <w:rFonts w:ascii="Goudy Old Style" w:hAnsi="Goudy Old Style"/>
        <w:b/>
        <w:sz w:val="18"/>
        <w:szCs w:val="18"/>
      </w:rPr>
      <w:t xml:space="preserve"> www.ausl.pe.it</w:t>
    </w:r>
  </w:p>
  <w:p w:rsidR="00096860" w:rsidRPr="006F0BE0" w:rsidRDefault="00096860" w:rsidP="00096860">
    <w:pPr>
      <w:pStyle w:val="Testopredefinito1"/>
      <w:rPr>
        <w:rFonts w:ascii="Goudy Old Style" w:hAnsi="Goudy Old Style"/>
        <w:sz w:val="10"/>
        <w:szCs w:val="1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419" w:rsidRDefault="002D51BB">
    <w:pPr>
      <w:pStyle w:val="Intestazione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573405</wp:posOffset>
          </wp:positionH>
          <wp:positionV relativeFrom="paragraph">
            <wp:posOffset>27940</wp:posOffset>
          </wp:positionV>
          <wp:extent cx="1019175" cy="1000125"/>
          <wp:effectExtent l="19050" t="0" r="9525" b="0"/>
          <wp:wrapSquare wrapText="bothSides"/>
          <wp:docPr id="1" name="Immagine 1" descr="LOGO ASL ridotto con ww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SL ridotto con ww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44419" w:rsidRDefault="00144419">
    <w:pPr>
      <w:pStyle w:val="Testopredefinito"/>
    </w:pPr>
    <w:r>
      <w:tab/>
    </w:r>
    <w:r>
      <w:tab/>
    </w:r>
    <w:r>
      <w:tab/>
    </w:r>
    <w:r>
      <w:tab/>
    </w:r>
    <w:r>
      <w:tab/>
    </w:r>
    <w:r>
      <w:tab/>
      <w:t xml:space="preserve">                                                  </w:t>
    </w:r>
    <w:r>
      <w:rPr>
        <w:sz w:val="18"/>
      </w:rPr>
      <w:t>Pescara,.......</w:t>
    </w:r>
    <w:r>
      <w:t>.................................</w:t>
    </w:r>
  </w:p>
  <w:p w:rsidR="00144419" w:rsidRDefault="00144419">
    <w:pPr>
      <w:pStyle w:val="Intestazione"/>
    </w:pPr>
  </w:p>
  <w:p w:rsidR="00144419" w:rsidRDefault="00144419">
    <w:pPr>
      <w:pStyle w:val="Intestazione"/>
    </w:pPr>
  </w:p>
  <w:p w:rsidR="00144419" w:rsidRDefault="00144419">
    <w:pPr>
      <w:pStyle w:val="Intestazione"/>
    </w:pPr>
  </w:p>
  <w:p w:rsidR="00144419" w:rsidRDefault="00144419">
    <w:pPr>
      <w:pStyle w:val="Intestazione"/>
    </w:pPr>
  </w:p>
  <w:p w:rsidR="00144419" w:rsidRDefault="00144419">
    <w:pPr>
      <w:pStyle w:val="Intestazione"/>
    </w:pPr>
  </w:p>
  <w:p w:rsidR="00144419" w:rsidRDefault="00144419">
    <w:pPr>
      <w:pStyle w:val="Intestazione"/>
    </w:pPr>
  </w:p>
  <w:p w:rsidR="00144419" w:rsidRDefault="00144419">
    <w:pPr>
      <w:pStyle w:val="Intestazione"/>
    </w:pPr>
  </w:p>
  <w:p w:rsidR="00144419" w:rsidRDefault="00144419">
    <w:pPr>
      <w:pStyle w:val="Intestazione"/>
    </w:pPr>
    <w:r>
      <w:t xml:space="preserve">                 N. .......................  Prot</w:t>
    </w:r>
  </w:p>
  <w:p w:rsidR="00144419" w:rsidRDefault="00144419">
    <w:pPr>
      <w:pStyle w:val="Intestazione"/>
    </w:pPr>
  </w:p>
  <w:p w:rsidR="00144419" w:rsidRDefault="0014441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304"/>
    <w:multiLevelType w:val="multilevel"/>
    <w:tmpl w:val="92461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244D0"/>
    <w:multiLevelType w:val="hybridMultilevel"/>
    <w:tmpl w:val="23C827A2"/>
    <w:lvl w:ilvl="0" w:tplc="4F7261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5D019D"/>
    <w:multiLevelType w:val="hybridMultilevel"/>
    <w:tmpl w:val="4F224490"/>
    <w:lvl w:ilvl="0" w:tplc="4F7261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966003"/>
    <w:multiLevelType w:val="hybridMultilevel"/>
    <w:tmpl w:val="65EECC58"/>
    <w:lvl w:ilvl="0" w:tplc="15443256">
      <w:start w:val="144"/>
      <w:numFmt w:val="bullet"/>
      <w:lvlText w:val="-"/>
      <w:lvlJc w:val="left"/>
      <w:pPr>
        <w:ind w:left="720" w:hanging="360"/>
      </w:pPr>
      <w:rPr>
        <w:rFonts w:ascii="Goudy Old Style" w:eastAsia="Times New Roman" w:hAnsi="Goudy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C40A2"/>
    <w:multiLevelType w:val="hybridMultilevel"/>
    <w:tmpl w:val="ACD01DE0"/>
    <w:lvl w:ilvl="0" w:tplc="47F6F6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D7C2A"/>
    <w:multiLevelType w:val="hybridMultilevel"/>
    <w:tmpl w:val="6C4AF4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96473"/>
    <w:multiLevelType w:val="hybridMultilevel"/>
    <w:tmpl w:val="A4909B32"/>
    <w:lvl w:ilvl="0" w:tplc="04100005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7">
    <w:nsid w:val="30171925"/>
    <w:multiLevelType w:val="hybridMultilevel"/>
    <w:tmpl w:val="92461A1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245166"/>
    <w:multiLevelType w:val="hybridMultilevel"/>
    <w:tmpl w:val="8784478A"/>
    <w:lvl w:ilvl="0" w:tplc="DB6A084C">
      <w:numFmt w:val="bullet"/>
      <w:lvlText w:val="-"/>
      <w:lvlJc w:val="left"/>
      <w:pPr>
        <w:ind w:left="720" w:hanging="360"/>
      </w:pPr>
      <w:rPr>
        <w:rFonts w:ascii="Goudy Old Style" w:eastAsia="Times New Roman" w:hAnsi="Goudy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881479"/>
    <w:multiLevelType w:val="hybridMultilevel"/>
    <w:tmpl w:val="34027DFC"/>
    <w:lvl w:ilvl="0" w:tplc="96B293AA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E46A3"/>
    <w:multiLevelType w:val="hybridMultilevel"/>
    <w:tmpl w:val="2C3432B8"/>
    <w:lvl w:ilvl="0" w:tplc="78C6A242">
      <w:start w:val="21"/>
      <w:numFmt w:val="bullet"/>
      <w:lvlText w:val="-"/>
      <w:lvlJc w:val="left"/>
      <w:pPr>
        <w:ind w:left="720" w:hanging="360"/>
      </w:pPr>
      <w:rPr>
        <w:rFonts w:ascii="Goudy Old Style" w:eastAsia="Times New Roman" w:hAnsi="Goudy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5253E"/>
    <w:multiLevelType w:val="hybridMultilevel"/>
    <w:tmpl w:val="55ECC85E"/>
    <w:lvl w:ilvl="0" w:tplc="04100011">
      <w:start w:val="1"/>
      <w:numFmt w:val="decimal"/>
      <w:lvlText w:val="%1)"/>
      <w:lvlJc w:val="left"/>
      <w:pPr>
        <w:ind w:left="1046" w:hanging="360"/>
      </w:pPr>
    </w:lvl>
    <w:lvl w:ilvl="1" w:tplc="04100019" w:tentative="1">
      <w:start w:val="1"/>
      <w:numFmt w:val="lowerLetter"/>
      <w:lvlText w:val="%2."/>
      <w:lvlJc w:val="left"/>
      <w:pPr>
        <w:ind w:left="1766" w:hanging="360"/>
      </w:pPr>
    </w:lvl>
    <w:lvl w:ilvl="2" w:tplc="0410001B" w:tentative="1">
      <w:start w:val="1"/>
      <w:numFmt w:val="lowerRoman"/>
      <w:lvlText w:val="%3."/>
      <w:lvlJc w:val="right"/>
      <w:pPr>
        <w:ind w:left="2486" w:hanging="180"/>
      </w:pPr>
    </w:lvl>
    <w:lvl w:ilvl="3" w:tplc="0410000F" w:tentative="1">
      <w:start w:val="1"/>
      <w:numFmt w:val="decimal"/>
      <w:lvlText w:val="%4."/>
      <w:lvlJc w:val="left"/>
      <w:pPr>
        <w:ind w:left="3206" w:hanging="360"/>
      </w:pPr>
    </w:lvl>
    <w:lvl w:ilvl="4" w:tplc="04100019" w:tentative="1">
      <w:start w:val="1"/>
      <w:numFmt w:val="lowerLetter"/>
      <w:lvlText w:val="%5."/>
      <w:lvlJc w:val="left"/>
      <w:pPr>
        <w:ind w:left="3926" w:hanging="360"/>
      </w:pPr>
    </w:lvl>
    <w:lvl w:ilvl="5" w:tplc="0410001B" w:tentative="1">
      <w:start w:val="1"/>
      <w:numFmt w:val="lowerRoman"/>
      <w:lvlText w:val="%6."/>
      <w:lvlJc w:val="right"/>
      <w:pPr>
        <w:ind w:left="4646" w:hanging="180"/>
      </w:pPr>
    </w:lvl>
    <w:lvl w:ilvl="6" w:tplc="0410000F" w:tentative="1">
      <w:start w:val="1"/>
      <w:numFmt w:val="decimal"/>
      <w:lvlText w:val="%7."/>
      <w:lvlJc w:val="left"/>
      <w:pPr>
        <w:ind w:left="5366" w:hanging="360"/>
      </w:pPr>
    </w:lvl>
    <w:lvl w:ilvl="7" w:tplc="04100019" w:tentative="1">
      <w:start w:val="1"/>
      <w:numFmt w:val="lowerLetter"/>
      <w:lvlText w:val="%8."/>
      <w:lvlJc w:val="left"/>
      <w:pPr>
        <w:ind w:left="6086" w:hanging="360"/>
      </w:pPr>
    </w:lvl>
    <w:lvl w:ilvl="8" w:tplc="0410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2">
    <w:nsid w:val="41731749"/>
    <w:multiLevelType w:val="hybridMultilevel"/>
    <w:tmpl w:val="065E882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4633B12"/>
    <w:multiLevelType w:val="hybridMultilevel"/>
    <w:tmpl w:val="A4909B32"/>
    <w:lvl w:ilvl="0" w:tplc="23A49A72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>
    <w:nsid w:val="51FE4FA3"/>
    <w:multiLevelType w:val="hybridMultilevel"/>
    <w:tmpl w:val="9C249142"/>
    <w:lvl w:ilvl="0" w:tplc="D81AD450">
      <w:start w:val="144"/>
      <w:numFmt w:val="bullet"/>
      <w:lvlText w:val="-"/>
      <w:lvlJc w:val="left"/>
      <w:pPr>
        <w:ind w:left="720" w:hanging="360"/>
      </w:pPr>
      <w:rPr>
        <w:rFonts w:ascii="Goudy Old Style" w:eastAsia="Times New Roman" w:hAnsi="Goudy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2B7716"/>
    <w:multiLevelType w:val="hybridMultilevel"/>
    <w:tmpl w:val="A49804F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4A4191B"/>
    <w:multiLevelType w:val="hybridMultilevel"/>
    <w:tmpl w:val="77CE79F6"/>
    <w:lvl w:ilvl="0" w:tplc="9F2E1044"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6"/>
  </w:num>
  <w:num w:numId="4">
    <w:abstractNumId w:val="2"/>
  </w:num>
  <w:num w:numId="5">
    <w:abstractNumId w:val="1"/>
  </w:num>
  <w:num w:numId="6">
    <w:abstractNumId w:val="7"/>
  </w:num>
  <w:num w:numId="7">
    <w:abstractNumId w:val="0"/>
  </w:num>
  <w:num w:numId="8">
    <w:abstractNumId w:val="9"/>
  </w:num>
  <w:num w:numId="9">
    <w:abstractNumId w:val="12"/>
  </w:num>
  <w:num w:numId="10">
    <w:abstractNumId w:val="15"/>
  </w:num>
  <w:num w:numId="11">
    <w:abstractNumId w:val="3"/>
  </w:num>
  <w:num w:numId="12">
    <w:abstractNumId w:val="14"/>
  </w:num>
  <w:num w:numId="13">
    <w:abstractNumId w:val="11"/>
  </w:num>
  <w:num w:numId="14">
    <w:abstractNumId w:val="10"/>
  </w:num>
  <w:num w:numId="15">
    <w:abstractNumId w:val="8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attachedTemplate r:id="rId1"/>
  <w:stylePaneFormatFilter w:val="3F01"/>
  <w:defaultTabStop w:val="720"/>
  <w:hyphenationZone w:val="0"/>
  <w:doNotHyphenateCaps/>
  <w:doNotShadeFormData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20758"/>
    <w:rsid w:val="00000AEF"/>
    <w:rsid w:val="00005B6E"/>
    <w:rsid w:val="00006517"/>
    <w:rsid w:val="00006E83"/>
    <w:rsid w:val="0001421F"/>
    <w:rsid w:val="00015898"/>
    <w:rsid w:val="00020270"/>
    <w:rsid w:val="0002046E"/>
    <w:rsid w:val="00020BC3"/>
    <w:rsid w:val="00021DB0"/>
    <w:rsid w:val="00024288"/>
    <w:rsid w:val="00024B26"/>
    <w:rsid w:val="0002788A"/>
    <w:rsid w:val="00030007"/>
    <w:rsid w:val="000328F2"/>
    <w:rsid w:val="0003467A"/>
    <w:rsid w:val="00040D40"/>
    <w:rsid w:val="00041F8C"/>
    <w:rsid w:val="00044FA7"/>
    <w:rsid w:val="00045ABC"/>
    <w:rsid w:val="00047A28"/>
    <w:rsid w:val="000501F2"/>
    <w:rsid w:val="00050687"/>
    <w:rsid w:val="0005175F"/>
    <w:rsid w:val="000545D0"/>
    <w:rsid w:val="00055999"/>
    <w:rsid w:val="000563A3"/>
    <w:rsid w:val="0006654B"/>
    <w:rsid w:val="00067912"/>
    <w:rsid w:val="00071CF3"/>
    <w:rsid w:val="00072C85"/>
    <w:rsid w:val="000731C3"/>
    <w:rsid w:val="00074F07"/>
    <w:rsid w:val="0008145A"/>
    <w:rsid w:val="00082CBE"/>
    <w:rsid w:val="00083828"/>
    <w:rsid w:val="00085B0F"/>
    <w:rsid w:val="00087BA3"/>
    <w:rsid w:val="00096860"/>
    <w:rsid w:val="00097DC0"/>
    <w:rsid w:val="000A3B5F"/>
    <w:rsid w:val="000B042D"/>
    <w:rsid w:val="000B390D"/>
    <w:rsid w:val="000B3E5E"/>
    <w:rsid w:val="000C3DE0"/>
    <w:rsid w:val="000C799F"/>
    <w:rsid w:val="000D0709"/>
    <w:rsid w:val="000D112A"/>
    <w:rsid w:val="000D2012"/>
    <w:rsid w:val="000D4418"/>
    <w:rsid w:val="000D7D96"/>
    <w:rsid w:val="000E3CFC"/>
    <w:rsid w:val="000E3F4E"/>
    <w:rsid w:val="000E5394"/>
    <w:rsid w:val="000F1AAD"/>
    <w:rsid w:val="000F3567"/>
    <w:rsid w:val="000F659F"/>
    <w:rsid w:val="00102225"/>
    <w:rsid w:val="00103086"/>
    <w:rsid w:val="00107486"/>
    <w:rsid w:val="001077C8"/>
    <w:rsid w:val="00110B13"/>
    <w:rsid w:val="0011206F"/>
    <w:rsid w:val="001133D7"/>
    <w:rsid w:val="00113A7D"/>
    <w:rsid w:val="00115D03"/>
    <w:rsid w:val="00120CF5"/>
    <w:rsid w:val="00130BA3"/>
    <w:rsid w:val="00131BB3"/>
    <w:rsid w:val="00133C94"/>
    <w:rsid w:val="00134695"/>
    <w:rsid w:val="00134DA5"/>
    <w:rsid w:val="00135114"/>
    <w:rsid w:val="00141FFB"/>
    <w:rsid w:val="001430E8"/>
    <w:rsid w:val="00144419"/>
    <w:rsid w:val="00147746"/>
    <w:rsid w:val="001502F7"/>
    <w:rsid w:val="00150549"/>
    <w:rsid w:val="00150D31"/>
    <w:rsid w:val="00151DA9"/>
    <w:rsid w:val="00160B04"/>
    <w:rsid w:val="00167D98"/>
    <w:rsid w:val="00186D5A"/>
    <w:rsid w:val="001A1765"/>
    <w:rsid w:val="001A2015"/>
    <w:rsid w:val="001A6E20"/>
    <w:rsid w:val="001B30FA"/>
    <w:rsid w:val="001B61A4"/>
    <w:rsid w:val="001B61E3"/>
    <w:rsid w:val="001B7652"/>
    <w:rsid w:val="001C3832"/>
    <w:rsid w:val="001C4155"/>
    <w:rsid w:val="001D0962"/>
    <w:rsid w:val="001D229A"/>
    <w:rsid w:val="001D2A62"/>
    <w:rsid w:val="001D6FF2"/>
    <w:rsid w:val="001E0722"/>
    <w:rsid w:val="001E269C"/>
    <w:rsid w:val="001E5D2B"/>
    <w:rsid w:val="001F3A48"/>
    <w:rsid w:val="001F5002"/>
    <w:rsid w:val="001F61D1"/>
    <w:rsid w:val="001F73D9"/>
    <w:rsid w:val="002047C1"/>
    <w:rsid w:val="00207793"/>
    <w:rsid w:val="00210943"/>
    <w:rsid w:val="00214C8D"/>
    <w:rsid w:val="0021725E"/>
    <w:rsid w:val="00217D20"/>
    <w:rsid w:val="0022056D"/>
    <w:rsid w:val="00234741"/>
    <w:rsid w:val="00240382"/>
    <w:rsid w:val="002440D0"/>
    <w:rsid w:val="0024603F"/>
    <w:rsid w:val="002477CE"/>
    <w:rsid w:val="00251559"/>
    <w:rsid w:val="0025367B"/>
    <w:rsid w:val="00263FC6"/>
    <w:rsid w:val="0026637A"/>
    <w:rsid w:val="00272037"/>
    <w:rsid w:val="00275865"/>
    <w:rsid w:val="00285C1B"/>
    <w:rsid w:val="002A02A2"/>
    <w:rsid w:val="002A35B1"/>
    <w:rsid w:val="002C14D9"/>
    <w:rsid w:val="002C1A1A"/>
    <w:rsid w:val="002C3FFA"/>
    <w:rsid w:val="002C7653"/>
    <w:rsid w:val="002C79D4"/>
    <w:rsid w:val="002D08DA"/>
    <w:rsid w:val="002D21EB"/>
    <w:rsid w:val="002D3A58"/>
    <w:rsid w:val="002D51BB"/>
    <w:rsid w:val="002D6426"/>
    <w:rsid w:val="002D70FE"/>
    <w:rsid w:val="002D7BB9"/>
    <w:rsid w:val="002E00EF"/>
    <w:rsid w:val="002F1549"/>
    <w:rsid w:val="002F2493"/>
    <w:rsid w:val="002F3185"/>
    <w:rsid w:val="002F3370"/>
    <w:rsid w:val="002F5876"/>
    <w:rsid w:val="00300390"/>
    <w:rsid w:val="003022F8"/>
    <w:rsid w:val="003023D9"/>
    <w:rsid w:val="0030361B"/>
    <w:rsid w:val="00317D13"/>
    <w:rsid w:val="00317F69"/>
    <w:rsid w:val="0032032D"/>
    <w:rsid w:val="003212F7"/>
    <w:rsid w:val="00323DE9"/>
    <w:rsid w:val="00343942"/>
    <w:rsid w:val="00350F3C"/>
    <w:rsid w:val="00350FA4"/>
    <w:rsid w:val="0035702D"/>
    <w:rsid w:val="003754C4"/>
    <w:rsid w:val="00375605"/>
    <w:rsid w:val="00382271"/>
    <w:rsid w:val="00383F3D"/>
    <w:rsid w:val="003847E5"/>
    <w:rsid w:val="003852A8"/>
    <w:rsid w:val="0039100B"/>
    <w:rsid w:val="0039771E"/>
    <w:rsid w:val="003A2B8F"/>
    <w:rsid w:val="003A558B"/>
    <w:rsid w:val="003A55E5"/>
    <w:rsid w:val="003A6782"/>
    <w:rsid w:val="003A6A00"/>
    <w:rsid w:val="003B25E4"/>
    <w:rsid w:val="003B693A"/>
    <w:rsid w:val="003C1DA7"/>
    <w:rsid w:val="003C24BF"/>
    <w:rsid w:val="003C42CC"/>
    <w:rsid w:val="003C513B"/>
    <w:rsid w:val="003C73F9"/>
    <w:rsid w:val="003C7FDB"/>
    <w:rsid w:val="003D7A45"/>
    <w:rsid w:val="003E3709"/>
    <w:rsid w:val="003E3CD0"/>
    <w:rsid w:val="003E499D"/>
    <w:rsid w:val="003E4F75"/>
    <w:rsid w:val="003E58B0"/>
    <w:rsid w:val="003E5E55"/>
    <w:rsid w:val="003E6E07"/>
    <w:rsid w:val="003F2974"/>
    <w:rsid w:val="003F35C4"/>
    <w:rsid w:val="003F6C6C"/>
    <w:rsid w:val="0040388B"/>
    <w:rsid w:val="004052FD"/>
    <w:rsid w:val="004116E6"/>
    <w:rsid w:val="004224AF"/>
    <w:rsid w:val="00423510"/>
    <w:rsid w:val="00424C2F"/>
    <w:rsid w:val="00425568"/>
    <w:rsid w:val="00431731"/>
    <w:rsid w:val="00433102"/>
    <w:rsid w:val="0043393F"/>
    <w:rsid w:val="004462C6"/>
    <w:rsid w:val="00446457"/>
    <w:rsid w:val="0044710E"/>
    <w:rsid w:val="00450899"/>
    <w:rsid w:val="00451338"/>
    <w:rsid w:val="00451AFB"/>
    <w:rsid w:val="00451DD7"/>
    <w:rsid w:val="00455242"/>
    <w:rsid w:val="004620C2"/>
    <w:rsid w:val="00463D20"/>
    <w:rsid w:val="00477092"/>
    <w:rsid w:val="00482627"/>
    <w:rsid w:val="00483D3A"/>
    <w:rsid w:val="004873A6"/>
    <w:rsid w:val="0049066C"/>
    <w:rsid w:val="00492997"/>
    <w:rsid w:val="004972D6"/>
    <w:rsid w:val="004A71DA"/>
    <w:rsid w:val="004B2527"/>
    <w:rsid w:val="004C39FF"/>
    <w:rsid w:val="004C4BE6"/>
    <w:rsid w:val="004C5655"/>
    <w:rsid w:val="004D0CAD"/>
    <w:rsid w:val="004D0E62"/>
    <w:rsid w:val="004D1C02"/>
    <w:rsid w:val="004D5B27"/>
    <w:rsid w:val="004D6AC5"/>
    <w:rsid w:val="004D7759"/>
    <w:rsid w:val="004D7A89"/>
    <w:rsid w:val="004E0AAB"/>
    <w:rsid w:val="004E41B3"/>
    <w:rsid w:val="004F1B48"/>
    <w:rsid w:val="004F2E0E"/>
    <w:rsid w:val="004F4A36"/>
    <w:rsid w:val="004F542C"/>
    <w:rsid w:val="004F75ED"/>
    <w:rsid w:val="004F7851"/>
    <w:rsid w:val="00501120"/>
    <w:rsid w:val="00501259"/>
    <w:rsid w:val="005047E0"/>
    <w:rsid w:val="00505347"/>
    <w:rsid w:val="00510A8E"/>
    <w:rsid w:val="00511815"/>
    <w:rsid w:val="005118A1"/>
    <w:rsid w:val="005142EF"/>
    <w:rsid w:val="005203D8"/>
    <w:rsid w:val="00527CA7"/>
    <w:rsid w:val="00532022"/>
    <w:rsid w:val="0053309C"/>
    <w:rsid w:val="00534A47"/>
    <w:rsid w:val="005352C1"/>
    <w:rsid w:val="0053613D"/>
    <w:rsid w:val="00536F25"/>
    <w:rsid w:val="005371D0"/>
    <w:rsid w:val="005421F4"/>
    <w:rsid w:val="005455F4"/>
    <w:rsid w:val="00545F6A"/>
    <w:rsid w:val="00547A50"/>
    <w:rsid w:val="005513AD"/>
    <w:rsid w:val="00556F35"/>
    <w:rsid w:val="00557C55"/>
    <w:rsid w:val="00561256"/>
    <w:rsid w:val="005660F9"/>
    <w:rsid w:val="0057238D"/>
    <w:rsid w:val="00572B57"/>
    <w:rsid w:val="00573DDF"/>
    <w:rsid w:val="00582489"/>
    <w:rsid w:val="00595C38"/>
    <w:rsid w:val="005967AC"/>
    <w:rsid w:val="005A07BF"/>
    <w:rsid w:val="005A177D"/>
    <w:rsid w:val="005A20CD"/>
    <w:rsid w:val="005A3C9A"/>
    <w:rsid w:val="005B022F"/>
    <w:rsid w:val="005B644E"/>
    <w:rsid w:val="005C28A8"/>
    <w:rsid w:val="005C4203"/>
    <w:rsid w:val="005C72F4"/>
    <w:rsid w:val="005C7AB3"/>
    <w:rsid w:val="005D317E"/>
    <w:rsid w:val="005D4902"/>
    <w:rsid w:val="005E0012"/>
    <w:rsid w:val="005F00BB"/>
    <w:rsid w:val="005F01B8"/>
    <w:rsid w:val="005F162C"/>
    <w:rsid w:val="005F31D4"/>
    <w:rsid w:val="005F4F7B"/>
    <w:rsid w:val="00600697"/>
    <w:rsid w:val="00600DC8"/>
    <w:rsid w:val="00601929"/>
    <w:rsid w:val="00601BD3"/>
    <w:rsid w:val="00603AEE"/>
    <w:rsid w:val="00606731"/>
    <w:rsid w:val="00606A8B"/>
    <w:rsid w:val="00606EDC"/>
    <w:rsid w:val="00612F73"/>
    <w:rsid w:val="006146B2"/>
    <w:rsid w:val="00615700"/>
    <w:rsid w:val="00615F35"/>
    <w:rsid w:val="00625820"/>
    <w:rsid w:val="00626AF0"/>
    <w:rsid w:val="00627175"/>
    <w:rsid w:val="00630D22"/>
    <w:rsid w:val="00633C70"/>
    <w:rsid w:val="006356CF"/>
    <w:rsid w:val="006379A2"/>
    <w:rsid w:val="0064120A"/>
    <w:rsid w:val="006424FE"/>
    <w:rsid w:val="00643194"/>
    <w:rsid w:val="0064426E"/>
    <w:rsid w:val="00646BED"/>
    <w:rsid w:val="00647E4A"/>
    <w:rsid w:val="00652D62"/>
    <w:rsid w:val="00653531"/>
    <w:rsid w:val="00656DC8"/>
    <w:rsid w:val="00657E94"/>
    <w:rsid w:val="0066163C"/>
    <w:rsid w:val="00665441"/>
    <w:rsid w:val="00666F8F"/>
    <w:rsid w:val="00676C49"/>
    <w:rsid w:val="00677803"/>
    <w:rsid w:val="006828D4"/>
    <w:rsid w:val="006834EC"/>
    <w:rsid w:val="006838F3"/>
    <w:rsid w:val="0069128D"/>
    <w:rsid w:val="0069696B"/>
    <w:rsid w:val="0069780E"/>
    <w:rsid w:val="00697B9B"/>
    <w:rsid w:val="006A0AB7"/>
    <w:rsid w:val="006A0D91"/>
    <w:rsid w:val="006A5232"/>
    <w:rsid w:val="006A6867"/>
    <w:rsid w:val="006A71DA"/>
    <w:rsid w:val="006B47C8"/>
    <w:rsid w:val="006B51F3"/>
    <w:rsid w:val="006C0FF8"/>
    <w:rsid w:val="006C49E8"/>
    <w:rsid w:val="006C4D0A"/>
    <w:rsid w:val="006D2F68"/>
    <w:rsid w:val="006E2AF5"/>
    <w:rsid w:val="006E5C7F"/>
    <w:rsid w:val="006E6F53"/>
    <w:rsid w:val="006F0F90"/>
    <w:rsid w:val="006F17E7"/>
    <w:rsid w:val="00703247"/>
    <w:rsid w:val="007032B2"/>
    <w:rsid w:val="00706397"/>
    <w:rsid w:val="00706A54"/>
    <w:rsid w:val="0071179A"/>
    <w:rsid w:val="0071210C"/>
    <w:rsid w:val="00716240"/>
    <w:rsid w:val="00721838"/>
    <w:rsid w:val="0072312B"/>
    <w:rsid w:val="00724845"/>
    <w:rsid w:val="00725D6B"/>
    <w:rsid w:val="0072749F"/>
    <w:rsid w:val="00727DB0"/>
    <w:rsid w:val="00730FFF"/>
    <w:rsid w:val="0073578B"/>
    <w:rsid w:val="00735C79"/>
    <w:rsid w:val="007376BF"/>
    <w:rsid w:val="007404E9"/>
    <w:rsid w:val="007407C8"/>
    <w:rsid w:val="0074184C"/>
    <w:rsid w:val="00741C7C"/>
    <w:rsid w:val="0074346B"/>
    <w:rsid w:val="007458AA"/>
    <w:rsid w:val="00750F71"/>
    <w:rsid w:val="00753D5D"/>
    <w:rsid w:val="00760851"/>
    <w:rsid w:val="007656A9"/>
    <w:rsid w:val="007679AF"/>
    <w:rsid w:val="00792D80"/>
    <w:rsid w:val="007941F9"/>
    <w:rsid w:val="007A3EC4"/>
    <w:rsid w:val="007A7D87"/>
    <w:rsid w:val="007B140F"/>
    <w:rsid w:val="007B5AD7"/>
    <w:rsid w:val="007B5BB3"/>
    <w:rsid w:val="007C0B77"/>
    <w:rsid w:val="007D0E16"/>
    <w:rsid w:val="007D1FD6"/>
    <w:rsid w:val="007D25D7"/>
    <w:rsid w:val="007D4664"/>
    <w:rsid w:val="007D69AB"/>
    <w:rsid w:val="007D7B8E"/>
    <w:rsid w:val="007E1BF4"/>
    <w:rsid w:val="007E275A"/>
    <w:rsid w:val="007E3D00"/>
    <w:rsid w:val="007E4C1A"/>
    <w:rsid w:val="007E690D"/>
    <w:rsid w:val="007E7F1A"/>
    <w:rsid w:val="007F099E"/>
    <w:rsid w:val="007F663D"/>
    <w:rsid w:val="007F7C53"/>
    <w:rsid w:val="00804049"/>
    <w:rsid w:val="0081080C"/>
    <w:rsid w:val="00816AC7"/>
    <w:rsid w:val="0081751B"/>
    <w:rsid w:val="0082698B"/>
    <w:rsid w:val="00833A7F"/>
    <w:rsid w:val="008411F7"/>
    <w:rsid w:val="00845895"/>
    <w:rsid w:val="0084628D"/>
    <w:rsid w:val="0084671C"/>
    <w:rsid w:val="00850475"/>
    <w:rsid w:val="0086027B"/>
    <w:rsid w:val="008643E5"/>
    <w:rsid w:val="00867E71"/>
    <w:rsid w:val="00874765"/>
    <w:rsid w:val="00881545"/>
    <w:rsid w:val="00881C91"/>
    <w:rsid w:val="00882BC0"/>
    <w:rsid w:val="008874DE"/>
    <w:rsid w:val="008918E7"/>
    <w:rsid w:val="008935F1"/>
    <w:rsid w:val="008A3997"/>
    <w:rsid w:val="008A7206"/>
    <w:rsid w:val="008A797D"/>
    <w:rsid w:val="008B0670"/>
    <w:rsid w:val="008B54FC"/>
    <w:rsid w:val="008B6C28"/>
    <w:rsid w:val="008C0C51"/>
    <w:rsid w:val="008C1AB4"/>
    <w:rsid w:val="008C3603"/>
    <w:rsid w:val="008C5280"/>
    <w:rsid w:val="008C730A"/>
    <w:rsid w:val="008C7940"/>
    <w:rsid w:val="008D5872"/>
    <w:rsid w:val="008E3789"/>
    <w:rsid w:val="008E51DC"/>
    <w:rsid w:val="008E5776"/>
    <w:rsid w:val="008E5EEB"/>
    <w:rsid w:val="008E75CF"/>
    <w:rsid w:val="008F1D17"/>
    <w:rsid w:val="008F5624"/>
    <w:rsid w:val="00901AE8"/>
    <w:rsid w:val="00902D49"/>
    <w:rsid w:val="009030AB"/>
    <w:rsid w:val="00913D49"/>
    <w:rsid w:val="00913EA7"/>
    <w:rsid w:val="009158B5"/>
    <w:rsid w:val="009169CC"/>
    <w:rsid w:val="00925F38"/>
    <w:rsid w:val="00927CA4"/>
    <w:rsid w:val="00931E32"/>
    <w:rsid w:val="00934F6D"/>
    <w:rsid w:val="00935B73"/>
    <w:rsid w:val="00936365"/>
    <w:rsid w:val="009378D1"/>
    <w:rsid w:val="00940B31"/>
    <w:rsid w:val="0094540C"/>
    <w:rsid w:val="009457F2"/>
    <w:rsid w:val="00945CC4"/>
    <w:rsid w:val="00946E95"/>
    <w:rsid w:val="00961568"/>
    <w:rsid w:val="00961762"/>
    <w:rsid w:val="0097748F"/>
    <w:rsid w:val="00987D00"/>
    <w:rsid w:val="00994535"/>
    <w:rsid w:val="00994718"/>
    <w:rsid w:val="009A03F9"/>
    <w:rsid w:val="009A3BA1"/>
    <w:rsid w:val="009B2907"/>
    <w:rsid w:val="009B5324"/>
    <w:rsid w:val="009B573A"/>
    <w:rsid w:val="009C273A"/>
    <w:rsid w:val="009C58CB"/>
    <w:rsid w:val="009D472F"/>
    <w:rsid w:val="009D53C6"/>
    <w:rsid w:val="009D67C1"/>
    <w:rsid w:val="009D734D"/>
    <w:rsid w:val="009D747C"/>
    <w:rsid w:val="009E403B"/>
    <w:rsid w:val="009E7396"/>
    <w:rsid w:val="009F0EF9"/>
    <w:rsid w:val="009F702D"/>
    <w:rsid w:val="00A0093B"/>
    <w:rsid w:val="00A0183A"/>
    <w:rsid w:val="00A04178"/>
    <w:rsid w:val="00A1071E"/>
    <w:rsid w:val="00A130F4"/>
    <w:rsid w:val="00A1493A"/>
    <w:rsid w:val="00A20758"/>
    <w:rsid w:val="00A23CD5"/>
    <w:rsid w:val="00A24946"/>
    <w:rsid w:val="00A25747"/>
    <w:rsid w:val="00A26B5D"/>
    <w:rsid w:val="00A276D4"/>
    <w:rsid w:val="00A350F1"/>
    <w:rsid w:val="00A358DE"/>
    <w:rsid w:val="00A36F8C"/>
    <w:rsid w:val="00A44957"/>
    <w:rsid w:val="00A5028A"/>
    <w:rsid w:val="00A53EFB"/>
    <w:rsid w:val="00A54C41"/>
    <w:rsid w:val="00A60798"/>
    <w:rsid w:val="00A60BCD"/>
    <w:rsid w:val="00A62BCA"/>
    <w:rsid w:val="00A64AA4"/>
    <w:rsid w:val="00A66B15"/>
    <w:rsid w:val="00A74B13"/>
    <w:rsid w:val="00A75E7E"/>
    <w:rsid w:val="00A8303C"/>
    <w:rsid w:val="00A8510E"/>
    <w:rsid w:val="00A95B05"/>
    <w:rsid w:val="00AA11BF"/>
    <w:rsid w:val="00AA62AA"/>
    <w:rsid w:val="00AA6BF6"/>
    <w:rsid w:val="00AB17AC"/>
    <w:rsid w:val="00AB7BD9"/>
    <w:rsid w:val="00AC0FBA"/>
    <w:rsid w:val="00AC319E"/>
    <w:rsid w:val="00AC54F0"/>
    <w:rsid w:val="00AD1916"/>
    <w:rsid w:val="00AD75C6"/>
    <w:rsid w:val="00AE4707"/>
    <w:rsid w:val="00AE67D6"/>
    <w:rsid w:val="00AE7ED5"/>
    <w:rsid w:val="00AF2F9C"/>
    <w:rsid w:val="00AF3D42"/>
    <w:rsid w:val="00AF4A24"/>
    <w:rsid w:val="00AF4B01"/>
    <w:rsid w:val="00AF65BF"/>
    <w:rsid w:val="00B0056B"/>
    <w:rsid w:val="00B00638"/>
    <w:rsid w:val="00B0147E"/>
    <w:rsid w:val="00B061DB"/>
    <w:rsid w:val="00B21F5C"/>
    <w:rsid w:val="00B232EA"/>
    <w:rsid w:val="00B24633"/>
    <w:rsid w:val="00B265B0"/>
    <w:rsid w:val="00B267E4"/>
    <w:rsid w:val="00B2682B"/>
    <w:rsid w:val="00B27839"/>
    <w:rsid w:val="00B30CB5"/>
    <w:rsid w:val="00B33E9A"/>
    <w:rsid w:val="00B35D64"/>
    <w:rsid w:val="00B37ACB"/>
    <w:rsid w:val="00B41254"/>
    <w:rsid w:val="00B43274"/>
    <w:rsid w:val="00B54F5E"/>
    <w:rsid w:val="00B6110F"/>
    <w:rsid w:val="00B7013B"/>
    <w:rsid w:val="00B74BBF"/>
    <w:rsid w:val="00B74F8C"/>
    <w:rsid w:val="00B766DC"/>
    <w:rsid w:val="00B86764"/>
    <w:rsid w:val="00B950C1"/>
    <w:rsid w:val="00B975BC"/>
    <w:rsid w:val="00BA39FB"/>
    <w:rsid w:val="00BA4C39"/>
    <w:rsid w:val="00BA5FB1"/>
    <w:rsid w:val="00BB0926"/>
    <w:rsid w:val="00BB0D0E"/>
    <w:rsid w:val="00BB2D6A"/>
    <w:rsid w:val="00BB2E0A"/>
    <w:rsid w:val="00BB3082"/>
    <w:rsid w:val="00BB357A"/>
    <w:rsid w:val="00BB45D9"/>
    <w:rsid w:val="00BB5013"/>
    <w:rsid w:val="00BB50D7"/>
    <w:rsid w:val="00BB663D"/>
    <w:rsid w:val="00BC02DB"/>
    <w:rsid w:val="00BC1ADD"/>
    <w:rsid w:val="00BC6F70"/>
    <w:rsid w:val="00BD3B64"/>
    <w:rsid w:val="00BD5464"/>
    <w:rsid w:val="00BE0EEC"/>
    <w:rsid w:val="00BE5996"/>
    <w:rsid w:val="00BE71E0"/>
    <w:rsid w:val="00BF740A"/>
    <w:rsid w:val="00C02BB2"/>
    <w:rsid w:val="00C126D5"/>
    <w:rsid w:val="00C155B2"/>
    <w:rsid w:val="00C1636D"/>
    <w:rsid w:val="00C16F9D"/>
    <w:rsid w:val="00C20BFF"/>
    <w:rsid w:val="00C22953"/>
    <w:rsid w:val="00C26E68"/>
    <w:rsid w:val="00C27268"/>
    <w:rsid w:val="00C31205"/>
    <w:rsid w:val="00C32E69"/>
    <w:rsid w:val="00C3556E"/>
    <w:rsid w:val="00C36BE8"/>
    <w:rsid w:val="00C41341"/>
    <w:rsid w:val="00C41588"/>
    <w:rsid w:val="00C4401E"/>
    <w:rsid w:val="00C5390C"/>
    <w:rsid w:val="00C6221F"/>
    <w:rsid w:val="00C6247B"/>
    <w:rsid w:val="00C63E99"/>
    <w:rsid w:val="00C65BEC"/>
    <w:rsid w:val="00C713AB"/>
    <w:rsid w:val="00C7210D"/>
    <w:rsid w:val="00C73735"/>
    <w:rsid w:val="00C85A69"/>
    <w:rsid w:val="00C87472"/>
    <w:rsid w:val="00C87DAC"/>
    <w:rsid w:val="00C902A7"/>
    <w:rsid w:val="00C96186"/>
    <w:rsid w:val="00CA4F55"/>
    <w:rsid w:val="00CB003C"/>
    <w:rsid w:val="00CB0E6C"/>
    <w:rsid w:val="00CB159C"/>
    <w:rsid w:val="00CB751F"/>
    <w:rsid w:val="00CC2299"/>
    <w:rsid w:val="00CC712B"/>
    <w:rsid w:val="00CC7FE0"/>
    <w:rsid w:val="00CD0864"/>
    <w:rsid w:val="00CD61B0"/>
    <w:rsid w:val="00CD7174"/>
    <w:rsid w:val="00CD7843"/>
    <w:rsid w:val="00CE1C85"/>
    <w:rsid w:val="00CE486A"/>
    <w:rsid w:val="00CF0C5B"/>
    <w:rsid w:val="00CF5132"/>
    <w:rsid w:val="00D0228D"/>
    <w:rsid w:val="00D10510"/>
    <w:rsid w:val="00D12503"/>
    <w:rsid w:val="00D215DC"/>
    <w:rsid w:val="00D21B77"/>
    <w:rsid w:val="00D25D36"/>
    <w:rsid w:val="00D34748"/>
    <w:rsid w:val="00D42346"/>
    <w:rsid w:val="00D44AFB"/>
    <w:rsid w:val="00D45C31"/>
    <w:rsid w:val="00D45FE2"/>
    <w:rsid w:val="00D474AC"/>
    <w:rsid w:val="00D503FB"/>
    <w:rsid w:val="00D52FE2"/>
    <w:rsid w:val="00D5453F"/>
    <w:rsid w:val="00D55B64"/>
    <w:rsid w:val="00D560A9"/>
    <w:rsid w:val="00D60FB0"/>
    <w:rsid w:val="00D62471"/>
    <w:rsid w:val="00D6485D"/>
    <w:rsid w:val="00D731F8"/>
    <w:rsid w:val="00D75C86"/>
    <w:rsid w:val="00D829B6"/>
    <w:rsid w:val="00D82B8B"/>
    <w:rsid w:val="00D8507C"/>
    <w:rsid w:val="00D87AD7"/>
    <w:rsid w:val="00D907AD"/>
    <w:rsid w:val="00D92BE8"/>
    <w:rsid w:val="00DA4EFA"/>
    <w:rsid w:val="00DA6AD1"/>
    <w:rsid w:val="00DA7A90"/>
    <w:rsid w:val="00DB6F05"/>
    <w:rsid w:val="00DC2FD4"/>
    <w:rsid w:val="00DC5971"/>
    <w:rsid w:val="00DC7D04"/>
    <w:rsid w:val="00DE0F63"/>
    <w:rsid w:val="00DE2D67"/>
    <w:rsid w:val="00DE2E1A"/>
    <w:rsid w:val="00DE3375"/>
    <w:rsid w:val="00DE3E5B"/>
    <w:rsid w:val="00DF127A"/>
    <w:rsid w:val="00DF2A46"/>
    <w:rsid w:val="00DF43F8"/>
    <w:rsid w:val="00E076C5"/>
    <w:rsid w:val="00E07D0B"/>
    <w:rsid w:val="00E11698"/>
    <w:rsid w:val="00E11F1E"/>
    <w:rsid w:val="00E12A42"/>
    <w:rsid w:val="00E21B8E"/>
    <w:rsid w:val="00E22DFB"/>
    <w:rsid w:val="00E243B7"/>
    <w:rsid w:val="00E2447F"/>
    <w:rsid w:val="00E25DC9"/>
    <w:rsid w:val="00E33E7E"/>
    <w:rsid w:val="00E35F94"/>
    <w:rsid w:val="00E40607"/>
    <w:rsid w:val="00E42548"/>
    <w:rsid w:val="00E42A0F"/>
    <w:rsid w:val="00E43B04"/>
    <w:rsid w:val="00E43F73"/>
    <w:rsid w:val="00E457FA"/>
    <w:rsid w:val="00E50585"/>
    <w:rsid w:val="00E52119"/>
    <w:rsid w:val="00E6032A"/>
    <w:rsid w:val="00E61346"/>
    <w:rsid w:val="00E61A89"/>
    <w:rsid w:val="00E62E3B"/>
    <w:rsid w:val="00E6704D"/>
    <w:rsid w:val="00E70130"/>
    <w:rsid w:val="00E703FB"/>
    <w:rsid w:val="00E73A04"/>
    <w:rsid w:val="00E77B2F"/>
    <w:rsid w:val="00E82870"/>
    <w:rsid w:val="00E84475"/>
    <w:rsid w:val="00E85D46"/>
    <w:rsid w:val="00E922E1"/>
    <w:rsid w:val="00E97AB6"/>
    <w:rsid w:val="00EA2A03"/>
    <w:rsid w:val="00EA2B9E"/>
    <w:rsid w:val="00EB3289"/>
    <w:rsid w:val="00EB3557"/>
    <w:rsid w:val="00EB6EE1"/>
    <w:rsid w:val="00EC1035"/>
    <w:rsid w:val="00EC107E"/>
    <w:rsid w:val="00EC42EB"/>
    <w:rsid w:val="00ED1274"/>
    <w:rsid w:val="00ED136D"/>
    <w:rsid w:val="00ED15CA"/>
    <w:rsid w:val="00ED1E1F"/>
    <w:rsid w:val="00ED2B88"/>
    <w:rsid w:val="00EE2734"/>
    <w:rsid w:val="00EE5004"/>
    <w:rsid w:val="00EF3C9F"/>
    <w:rsid w:val="00EF415B"/>
    <w:rsid w:val="00EF44B3"/>
    <w:rsid w:val="00F029CB"/>
    <w:rsid w:val="00F04753"/>
    <w:rsid w:val="00F101EB"/>
    <w:rsid w:val="00F114A2"/>
    <w:rsid w:val="00F13208"/>
    <w:rsid w:val="00F205A0"/>
    <w:rsid w:val="00F21AFD"/>
    <w:rsid w:val="00F221C1"/>
    <w:rsid w:val="00F24E68"/>
    <w:rsid w:val="00F26977"/>
    <w:rsid w:val="00F26F65"/>
    <w:rsid w:val="00F37B81"/>
    <w:rsid w:val="00F5011B"/>
    <w:rsid w:val="00F54F31"/>
    <w:rsid w:val="00F6134D"/>
    <w:rsid w:val="00F62E43"/>
    <w:rsid w:val="00F679D8"/>
    <w:rsid w:val="00F7013A"/>
    <w:rsid w:val="00F75FA2"/>
    <w:rsid w:val="00F765F0"/>
    <w:rsid w:val="00F80311"/>
    <w:rsid w:val="00F82674"/>
    <w:rsid w:val="00F84E56"/>
    <w:rsid w:val="00F87BA6"/>
    <w:rsid w:val="00F9413D"/>
    <w:rsid w:val="00F94656"/>
    <w:rsid w:val="00F94731"/>
    <w:rsid w:val="00F96344"/>
    <w:rsid w:val="00FA0124"/>
    <w:rsid w:val="00FA2334"/>
    <w:rsid w:val="00FA59E1"/>
    <w:rsid w:val="00FB2A40"/>
    <w:rsid w:val="00FB3CFD"/>
    <w:rsid w:val="00FB5DFA"/>
    <w:rsid w:val="00FB68B5"/>
    <w:rsid w:val="00FC1A07"/>
    <w:rsid w:val="00FC1AB4"/>
    <w:rsid w:val="00FD3EA4"/>
    <w:rsid w:val="00FD7D66"/>
    <w:rsid w:val="00FE0706"/>
    <w:rsid w:val="00FE2A14"/>
    <w:rsid w:val="00FE3957"/>
    <w:rsid w:val="00FE3A07"/>
    <w:rsid w:val="00FE76DA"/>
    <w:rsid w:val="00FF06B9"/>
    <w:rsid w:val="00FF7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D2A62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spacing w:after="960"/>
      <w:jc w:val="center"/>
    </w:pPr>
    <w:rPr>
      <w:rFonts w:ascii="Arial Black" w:hAnsi="Arial Black"/>
      <w:sz w:val="48"/>
    </w:rPr>
  </w:style>
  <w:style w:type="paragraph" w:customStyle="1" w:styleId="Testopredefi">
    <w:name w:val="Testo predefi"/>
    <w:basedOn w:val="Normale"/>
    <w:rPr>
      <w:sz w:val="24"/>
    </w:rPr>
  </w:style>
  <w:style w:type="paragraph" w:customStyle="1" w:styleId="StrutturaRientrato">
    <w:name w:val="Struttura (Rientrato)"/>
    <w:basedOn w:val="Normale"/>
    <w:rPr>
      <w:sz w:val="24"/>
    </w:rPr>
  </w:style>
  <w:style w:type="paragraph" w:customStyle="1" w:styleId="StrutturaNonRientrato">
    <w:name w:val="Struttura (Non Rientrato)"/>
    <w:basedOn w:val="Normale"/>
    <w:rPr>
      <w:sz w:val="24"/>
    </w:rPr>
  </w:style>
  <w:style w:type="paragraph" w:customStyle="1" w:styleId="CorpoSingolo">
    <w:name w:val="Corpo Singolo"/>
    <w:basedOn w:val="Normale"/>
    <w:rPr>
      <w:sz w:val="24"/>
    </w:rPr>
  </w:style>
  <w:style w:type="paragraph" w:customStyle="1" w:styleId="Rientroprimariga">
    <w:name w:val="Rientro prima riga"/>
    <w:basedOn w:val="Normale"/>
    <w:pPr>
      <w:ind w:firstLine="720"/>
    </w:pPr>
    <w:rPr>
      <w:sz w:val="24"/>
    </w:rPr>
  </w:style>
  <w:style w:type="paragraph" w:customStyle="1" w:styleId="Testotabella">
    <w:name w:val="Testo tabella"/>
    <w:basedOn w:val="Normale"/>
    <w:pPr>
      <w:jc w:val="right"/>
    </w:pPr>
    <w:rPr>
      <w:sz w:val="24"/>
    </w:rPr>
  </w:style>
  <w:style w:type="paragraph" w:customStyle="1" w:styleId="Intest3">
    <w:name w:val="Intest. 3"/>
    <w:basedOn w:val="Normale"/>
    <w:pPr>
      <w:spacing w:before="120" w:after="120"/>
    </w:pPr>
    <w:rPr>
      <w:b/>
      <w:sz w:val="24"/>
    </w:rPr>
  </w:style>
  <w:style w:type="paragraph" w:customStyle="1" w:styleId="Intest2">
    <w:name w:val="Intest. 2"/>
    <w:basedOn w:val="Normale"/>
    <w:pPr>
      <w:spacing w:before="120" w:after="120"/>
    </w:pPr>
    <w:rPr>
      <w:rFonts w:ascii="Arial" w:hAnsi="Arial"/>
      <w:b/>
      <w:sz w:val="24"/>
    </w:rPr>
  </w:style>
  <w:style w:type="paragraph" w:customStyle="1" w:styleId="Intest1">
    <w:name w:val="Intest. 1"/>
    <w:basedOn w:val="Normale"/>
    <w:pPr>
      <w:spacing w:before="280" w:after="140"/>
    </w:pPr>
    <w:rPr>
      <w:rFonts w:ascii="Arial Black" w:hAnsi="Arial Black"/>
      <w:sz w:val="28"/>
    </w:rPr>
  </w:style>
  <w:style w:type="paragraph" w:customStyle="1" w:styleId="Listanumerata">
    <w:name w:val="Lista numerata"/>
    <w:basedOn w:val="Normale"/>
    <w:rPr>
      <w:sz w:val="24"/>
    </w:rPr>
  </w:style>
  <w:style w:type="paragraph" w:customStyle="1" w:styleId="Richiamo2">
    <w:name w:val="Richiamo 2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Testopredefinito">
    <w:name w:val="Testo predefinito"/>
    <w:basedOn w:val="Normale"/>
    <w:rPr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estopredefinito1">
    <w:name w:val="Testo predefinito:1"/>
    <w:basedOn w:val="Normale"/>
    <w:rsid w:val="006A71DA"/>
    <w:pPr>
      <w:overflowPunct/>
      <w:textAlignment w:val="auto"/>
    </w:pPr>
    <w:rPr>
      <w:sz w:val="24"/>
      <w:szCs w:val="24"/>
    </w:rPr>
  </w:style>
  <w:style w:type="paragraph" w:styleId="Indirizzodestinatario">
    <w:name w:val="envelope address"/>
    <w:basedOn w:val="Normale"/>
    <w:rsid w:val="006B47C8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Indirizzomittente">
    <w:name w:val="envelope return"/>
    <w:basedOn w:val="Normale"/>
    <w:rsid w:val="006B47C8"/>
    <w:rPr>
      <w:rFonts w:ascii="Arial" w:hAnsi="Arial" w:cs="Arial"/>
    </w:rPr>
  </w:style>
  <w:style w:type="paragraph" w:customStyle="1" w:styleId="Testopredefinito11">
    <w:name w:val="Testo predefinito:1:1"/>
    <w:basedOn w:val="Normale"/>
    <w:rsid w:val="00120CF5"/>
    <w:pPr>
      <w:overflowPunct/>
      <w:textAlignment w:val="auto"/>
    </w:pPr>
    <w:rPr>
      <w:sz w:val="24"/>
      <w:szCs w:val="24"/>
    </w:rPr>
  </w:style>
  <w:style w:type="paragraph" w:styleId="Testofumetto">
    <w:name w:val="Balloon Text"/>
    <w:basedOn w:val="Normale"/>
    <w:semiHidden/>
    <w:rsid w:val="00FE0706"/>
    <w:rPr>
      <w:rFonts w:ascii="Tahoma" w:hAnsi="Tahoma" w:cs="Tahoma"/>
      <w:sz w:val="16"/>
      <w:szCs w:val="16"/>
    </w:rPr>
  </w:style>
  <w:style w:type="paragraph" w:customStyle="1" w:styleId="Testopredefinito2">
    <w:name w:val="Testo predefinito:2"/>
    <w:basedOn w:val="Normale"/>
    <w:rsid w:val="000545D0"/>
    <w:pPr>
      <w:overflowPunct/>
      <w:textAlignment w:val="auto"/>
    </w:pPr>
    <w:rPr>
      <w:sz w:val="24"/>
      <w:szCs w:val="24"/>
    </w:rPr>
  </w:style>
  <w:style w:type="character" w:styleId="Collegamentoipertestuale">
    <w:name w:val="Hyperlink"/>
    <w:uiPriority w:val="99"/>
    <w:rsid w:val="00FB5DFA"/>
    <w:rPr>
      <w:color w:val="0000FF"/>
      <w:u w:val="single"/>
    </w:rPr>
  </w:style>
  <w:style w:type="paragraph" w:customStyle="1" w:styleId="testopredefinitocxspmedio">
    <w:name w:val="testopredefinitocxspmedio"/>
    <w:basedOn w:val="Normale"/>
    <w:rsid w:val="00FB5DF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estopredefinitocxspultimo">
    <w:name w:val="testopredefinitocxspultimo"/>
    <w:basedOn w:val="Normale"/>
    <w:rsid w:val="00FB5DF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estopredefinito3">
    <w:name w:val="Testo predefinito:3"/>
    <w:basedOn w:val="Normale"/>
    <w:uiPriority w:val="99"/>
    <w:rsid w:val="00DE3375"/>
    <w:pPr>
      <w:overflowPunct/>
      <w:textAlignment w:val="auto"/>
    </w:pPr>
    <w:rPr>
      <w:sz w:val="24"/>
      <w:szCs w:val="24"/>
    </w:rPr>
  </w:style>
  <w:style w:type="paragraph" w:customStyle="1" w:styleId="Testopredefinito111">
    <w:name w:val="Testo predefinito:1:1:1"/>
    <w:basedOn w:val="Normale"/>
    <w:uiPriority w:val="99"/>
    <w:rsid w:val="00C6247B"/>
    <w:pPr>
      <w:overflowPunct/>
      <w:textAlignment w:val="auto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66163C"/>
  </w:style>
  <w:style w:type="paragraph" w:customStyle="1" w:styleId="Default">
    <w:name w:val="Default"/>
    <w:rsid w:val="003E3709"/>
    <w:pPr>
      <w:autoSpaceDE w:val="0"/>
      <w:autoSpaceDN w:val="0"/>
      <w:adjustRightInd w:val="0"/>
    </w:pPr>
    <w:rPr>
      <w:rFonts w:ascii="Goudy Old Style" w:hAnsi="Goudy Old Style" w:cs="Goudy Old Style"/>
      <w:color w:val="000000"/>
      <w:sz w:val="24"/>
      <w:szCs w:val="24"/>
    </w:rPr>
  </w:style>
  <w:style w:type="character" w:styleId="Enfasicorsivo">
    <w:name w:val="Emphasis"/>
    <w:qFormat/>
    <w:rsid w:val="009F702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Lettera%20%20ASL%20PESCAR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7ABC5-D13C-481F-9C6F-B1B8F1C05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  ASL PESCARA</Template>
  <TotalTime>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Ufficio:     Gestione     Risorse    Umane</vt:lpstr>
    </vt:vector>
  </TitlesOfParts>
  <Company>Olidata S.p.A.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Ufficio:     Gestione     Risorse    Umane</dc:title>
  <dc:creator>Asl</dc:creator>
  <cp:lastModifiedBy>ANTONIO </cp:lastModifiedBy>
  <cp:revision>2</cp:revision>
  <cp:lastPrinted>2017-03-13T08:08:00Z</cp:lastPrinted>
  <dcterms:created xsi:type="dcterms:W3CDTF">2017-04-13T16:50:00Z</dcterms:created>
  <dcterms:modified xsi:type="dcterms:W3CDTF">2017-04-13T16:50:00Z</dcterms:modified>
</cp:coreProperties>
</file>